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2AC32" w14:textId="77777777" w:rsidR="00B34F22" w:rsidRDefault="00D20F1F" w:rsidP="00DB6D0F">
      <w:pPr>
        <w:pStyle w:val="Hlavika"/>
        <w:rPr>
          <w:sz w:val="24"/>
        </w:rPr>
      </w:pPr>
      <w:r>
        <w:t xml:space="preserve">        </w:t>
      </w:r>
      <w:r>
        <w:rPr>
          <w:noProof/>
          <w:lang w:eastAsia="sk-SK"/>
        </w:rPr>
        <w:t xml:space="preserve">  </w:t>
      </w:r>
    </w:p>
    <w:p w14:paraId="6F7B9ABE" w14:textId="3388F142" w:rsidR="00B022FF" w:rsidRPr="00391C44" w:rsidRDefault="00397C24" w:rsidP="00397C24">
      <w:pPr>
        <w:spacing w:line="360" w:lineRule="auto"/>
        <w:jc w:val="center"/>
        <w:rPr>
          <w:sz w:val="22"/>
          <w:lang w:val="sk-SK"/>
        </w:rPr>
      </w:pPr>
      <w:r w:rsidRPr="00397C24">
        <w:rPr>
          <w:b/>
          <w:bCs/>
          <w:sz w:val="24"/>
          <w:lang w:val="sk-SK"/>
        </w:rPr>
        <w:t>Žiadosť o zmenu zo strany Prijímateľa (v súlad</w:t>
      </w:r>
      <w:r>
        <w:rPr>
          <w:b/>
          <w:bCs/>
          <w:sz w:val="24"/>
          <w:lang w:val="sk-SK"/>
        </w:rPr>
        <w:t>e s kap. 11.2 Zmena iniciovaná P</w:t>
      </w:r>
      <w:r w:rsidRPr="00397C24">
        <w:rPr>
          <w:b/>
          <w:bCs/>
          <w:sz w:val="24"/>
          <w:lang w:val="sk-SK"/>
        </w:rPr>
        <w:t>rijímateľom)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095574" w14:paraId="4CB865D3" w14:textId="77777777" w:rsidTr="001760B7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6EB6"/>
          </w:tcPr>
          <w:p w14:paraId="73EC5651" w14:textId="31A6400F" w:rsidR="00B00820" w:rsidRPr="00391C44" w:rsidRDefault="00B00820" w:rsidP="00397C24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397C24">
              <w:rPr>
                <w:b/>
                <w:color w:val="FFFFFF" w:themeColor="background1"/>
                <w:sz w:val="22"/>
                <w:lang w:val="sk-SK"/>
              </w:rPr>
              <w:t xml:space="preserve"> Rozhodnutia o schválení </w:t>
            </w:r>
            <w:proofErr w:type="spellStart"/>
            <w:r w:rsidR="00397C24">
              <w:rPr>
                <w:b/>
                <w:color w:val="FFFFFF" w:themeColor="background1"/>
                <w:sz w:val="22"/>
                <w:lang w:val="sk-SK"/>
              </w:rPr>
              <w:t>ŽoNFP</w:t>
            </w:r>
            <w:proofErr w:type="spellEnd"/>
          </w:p>
        </w:tc>
      </w:tr>
      <w:tr w:rsidR="00B00820" w:rsidRPr="00095574" w14:paraId="053F3702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592727FE" w14:textId="41CA5550" w:rsidR="00B00820" w:rsidRPr="00391C44" w:rsidRDefault="00B00820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  <w:r w:rsidR="00AA14AD">
              <w:rPr>
                <w:sz w:val="16"/>
                <w:szCs w:val="16"/>
                <w:lang w:val="sk-SK"/>
              </w:rPr>
              <w:t>: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E361B08" w14:textId="0A37ACE4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  <w:r w:rsidR="00AA14AD">
              <w:rPr>
                <w:sz w:val="16"/>
                <w:szCs w:val="16"/>
                <w:lang w:val="sk-SK"/>
              </w:rPr>
              <w:t>: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0CB7E0FE" w14:textId="14F05D9B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DIČ</w:t>
            </w:r>
            <w:r w:rsidR="00AA14AD">
              <w:rPr>
                <w:sz w:val="16"/>
                <w:szCs w:val="16"/>
                <w:lang w:val="sk-SK"/>
              </w:rPr>
              <w:t>:</w:t>
            </w:r>
          </w:p>
        </w:tc>
      </w:tr>
      <w:tr w:rsidR="00B00820" w:rsidRPr="00095574" w14:paraId="4FBAF447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52E0D2F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2BCAC87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0B337277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1E9E6DB2" w14:textId="77777777" w:rsidTr="00BD3AAA">
        <w:tc>
          <w:tcPr>
            <w:tcW w:w="9212" w:type="dxa"/>
            <w:gridSpan w:val="3"/>
            <w:shd w:val="clear" w:color="auto" w:fill="E6E6E6"/>
          </w:tcPr>
          <w:p w14:paraId="523A38B6" w14:textId="6443AE51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  <w:r w:rsidR="00AA14AD">
              <w:rPr>
                <w:sz w:val="16"/>
                <w:szCs w:val="16"/>
                <w:lang w:val="sk-SK"/>
              </w:rPr>
              <w:t>:</w:t>
            </w:r>
          </w:p>
        </w:tc>
      </w:tr>
      <w:tr w:rsidR="00B00820" w:rsidRPr="00095574" w14:paraId="23ECF238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EE2F565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6636A3" w:rsidRPr="00095574" w14:paraId="1AF1FA03" w14:textId="77777777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54150F9B" w14:textId="62C85719" w:rsidR="006636A3" w:rsidRPr="00391C44" w:rsidRDefault="006636A3" w:rsidP="00397C24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Číslo </w:t>
            </w:r>
            <w:r w:rsidR="00397C24">
              <w:rPr>
                <w:sz w:val="16"/>
                <w:szCs w:val="16"/>
                <w:lang w:val="sk-SK"/>
              </w:rPr>
              <w:t xml:space="preserve">Rozhodnutia o schválení </w:t>
            </w:r>
            <w:proofErr w:type="spellStart"/>
            <w:r w:rsidR="00397C24">
              <w:rPr>
                <w:sz w:val="16"/>
                <w:szCs w:val="16"/>
                <w:lang w:val="sk-SK"/>
              </w:rPr>
              <w:t>ŽoNFP</w:t>
            </w:r>
            <w:proofErr w:type="spellEnd"/>
            <w:r w:rsidR="00AA14AD">
              <w:rPr>
                <w:sz w:val="16"/>
                <w:szCs w:val="16"/>
                <w:lang w:val="sk-SK"/>
              </w:rPr>
              <w:t>: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47048F2A" w14:textId="40B9E1AE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  <w:r w:rsidR="00AA14AD">
              <w:rPr>
                <w:sz w:val="16"/>
                <w:szCs w:val="16"/>
                <w:lang w:val="sk-SK"/>
              </w:rPr>
              <w:t>: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14F520A4" w14:textId="640C4E71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240F4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 žiadosti o</w:t>
            </w:r>
            <w:r w:rsidR="00AA14AD"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zmenu</w:t>
            </w:r>
            <w:r w:rsidR="00AA14AD">
              <w:rPr>
                <w:sz w:val="16"/>
                <w:szCs w:val="16"/>
                <w:lang w:val="sk-SK"/>
              </w:rPr>
              <w:t>:</w:t>
            </w:r>
          </w:p>
        </w:tc>
      </w:tr>
      <w:tr w:rsidR="006636A3" w:rsidRPr="00095574" w14:paraId="397D6B7C" w14:textId="77777777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5011150A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A60F334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45EF22D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2EF5DFB1" w14:textId="77777777" w:rsidTr="00BD3AAA">
        <w:tc>
          <w:tcPr>
            <w:tcW w:w="9212" w:type="dxa"/>
            <w:gridSpan w:val="3"/>
            <w:shd w:val="clear" w:color="auto" w:fill="E6E6E6"/>
          </w:tcPr>
          <w:p w14:paraId="1B91444C" w14:textId="3AE5B919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  <w:r w:rsidR="00AA14AD">
              <w:rPr>
                <w:sz w:val="16"/>
                <w:szCs w:val="16"/>
                <w:lang w:val="sk-SK"/>
              </w:rPr>
              <w:t>:</w:t>
            </w:r>
          </w:p>
        </w:tc>
      </w:tr>
      <w:tr w:rsidR="00B00820" w:rsidRPr="00095574" w14:paraId="14CDFF15" w14:textId="77777777" w:rsidTr="003F09E3">
        <w:tc>
          <w:tcPr>
            <w:tcW w:w="9212" w:type="dxa"/>
            <w:gridSpan w:val="3"/>
            <w:shd w:val="clear" w:color="auto" w:fill="auto"/>
          </w:tcPr>
          <w:p w14:paraId="2993591A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3DBF8ACB" w14:textId="77777777" w:rsidR="00B00820" w:rsidRPr="00391C44" w:rsidRDefault="00B00820" w:rsidP="00B93080">
      <w:pPr>
        <w:pStyle w:val="Zkladntext"/>
        <w:spacing w:line="360" w:lineRule="auto"/>
        <w:rPr>
          <w:sz w:val="22"/>
          <w:lang w:val="sk-SK"/>
        </w:rPr>
      </w:pPr>
    </w:p>
    <w:p w14:paraId="783C5021" w14:textId="77777777" w:rsidR="00B022FF" w:rsidRPr="00391C44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391C44">
        <w:rPr>
          <w:sz w:val="20"/>
          <w:szCs w:val="20"/>
          <w:lang w:val="sk-SK"/>
        </w:rPr>
        <w:t>Týmto žiadam o vykonanie nasledovnej zmeny</w:t>
      </w:r>
      <w:r w:rsidRPr="00391C44">
        <w:rPr>
          <w:rStyle w:val="Odkaznapoznmkupodiarou"/>
          <w:sz w:val="20"/>
          <w:szCs w:val="20"/>
          <w:lang w:val="sk-SK"/>
        </w:rPr>
        <w:footnoteReference w:id="1"/>
      </w:r>
      <w:r w:rsidRPr="00391C44">
        <w:rPr>
          <w:sz w:val="20"/>
          <w:szCs w:val="20"/>
          <w:lang w:val="sk-SK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14:paraId="388E27F2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3CDAFFA5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14:paraId="0592855D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38B1518E" w14:textId="5C9C20F2" w:rsidR="0024024B" w:rsidRPr="00391C44" w:rsidRDefault="00B00820" w:rsidP="00397C24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 tejto časti sa uvádza pôvodné znenie </w:t>
            </w:r>
            <w:r w:rsidR="00397C24">
              <w:rPr>
                <w:sz w:val="16"/>
                <w:szCs w:val="16"/>
                <w:lang w:val="sk-SK"/>
              </w:rPr>
              <w:t xml:space="preserve">VP Rozhodnutia o schválení </w:t>
            </w:r>
            <w:proofErr w:type="spellStart"/>
            <w:r w:rsidR="00397C24">
              <w:rPr>
                <w:sz w:val="16"/>
                <w:szCs w:val="16"/>
                <w:lang w:val="sk-SK"/>
              </w:rPr>
              <w:t>ŽoNFP</w:t>
            </w:r>
            <w:proofErr w:type="spellEnd"/>
            <w:r w:rsidR="00DB6D0F">
              <w:rPr>
                <w:sz w:val="16"/>
                <w:szCs w:val="16"/>
                <w:lang w:val="sk-SK"/>
              </w:rPr>
              <w:t xml:space="preserve">, alebo jej príloh, alebo iných príloh schválenej </w:t>
            </w:r>
            <w:proofErr w:type="spellStart"/>
            <w:r w:rsidR="00DB6D0F">
              <w:rPr>
                <w:sz w:val="16"/>
                <w:szCs w:val="16"/>
                <w:lang w:val="sk-SK"/>
              </w:rPr>
              <w:t>Žo</w:t>
            </w:r>
            <w:r w:rsidR="000903BF">
              <w:rPr>
                <w:sz w:val="16"/>
                <w:szCs w:val="16"/>
                <w:lang w:val="sk-SK"/>
              </w:rPr>
              <w:t>NFP</w:t>
            </w:r>
            <w:proofErr w:type="spellEnd"/>
            <w:r w:rsidRPr="00391C44">
              <w:rPr>
                <w:sz w:val="16"/>
                <w:szCs w:val="16"/>
                <w:lang w:val="sk-SK"/>
              </w:rPr>
              <w:t>.</w:t>
            </w:r>
          </w:p>
        </w:tc>
      </w:tr>
      <w:tr w:rsidR="0024024B" w:rsidRPr="00095574" w14:paraId="2E17CCB0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12ECEB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2144331" w14:textId="77777777" w:rsidR="00316D9F" w:rsidRDefault="00316D9F" w:rsidP="00B93080">
      <w:pPr>
        <w:spacing w:line="360" w:lineRule="auto"/>
        <w:rPr>
          <w:sz w:val="22"/>
        </w:rPr>
      </w:pPr>
    </w:p>
    <w:p w14:paraId="3E62A50A" w14:textId="77777777" w:rsidR="00B00820" w:rsidRPr="00391C44" w:rsidRDefault="00B00820" w:rsidP="00B93080">
      <w:pPr>
        <w:spacing w:line="36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14:paraId="78ADAE33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69623C3C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14:paraId="2DCCD23F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4A5EB183" w14:textId="516B793D" w:rsidR="0024024B" w:rsidRPr="00391C44" w:rsidRDefault="00B00820" w:rsidP="00397C24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r w:rsidR="00397C24">
              <w:rPr>
                <w:sz w:val="16"/>
                <w:szCs w:val="16"/>
                <w:lang w:val="sk-SK"/>
              </w:rPr>
              <w:t xml:space="preserve">Rozhodnutia o schválení </w:t>
            </w:r>
            <w:proofErr w:type="spellStart"/>
            <w:r w:rsidR="00397C24">
              <w:rPr>
                <w:sz w:val="16"/>
                <w:szCs w:val="16"/>
                <w:lang w:val="sk-SK"/>
              </w:rPr>
              <w:t>ŽoNFP</w:t>
            </w:r>
            <w:proofErr w:type="spellEnd"/>
            <w:r w:rsidR="00DB6D0F">
              <w:rPr>
                <w:sz w:val="16"/>
                <w:szCs w:val="16"/>
                <w:lang w:val="sk-SK"/>
              </w:rPr>
              <w:t xml:space="preserve">, alebo jej príloh, alebo iných príloh schválenej </w:t>
            </w:r>
            <w:proofErr w:type="spellStart"/>
            <w:r w:rsidR="00DB6D0F">
              <w:rPr>
                <w:sz w:val="16"/>
                <w:szCs w:val="16"/>
                <w:lang w:val="sk-SK"/>
              </w:rPr>
              <w:t>Žo</w:t>
            </w:r>
            <w:r w:rsidR="000903BF">
              <w:rPr>
                <w:sz w:val="16"/>
                <w:szCs w:val="16"/>
                <w:lang w:val="sk-SK"/>
              </w:rPr>
              <w:t>NFP</w:t>
            </w:r>
            <w:proofErr w:type="spellEnd"/>
            <w:r w:rsidRPr="00391C44">
              <w:rPr>
                <w:sz w:val="16"/>
                <w:szCs w:val="16"/>
                <w:lang w:val="sk-SK"/>
              </w:rPr>
              <w:t>.</w:t>
            </w:r>
          </w:p>
        </w:tc>
      </w:tr>
      <w:tr w:rsidR="0024024B" w:rsidRPr="00A923AF" w14:paraId="19B150EC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37E27C4F" w14:textId="77777777" w:rsidR="004F6EB3" w:rsidRDefault="004F6EB3" w:rsidP="00E06C16">
            <w:pPr>
              <w:rPr>
                <w:b/>
                <w:i/>
                <w:sz w:val="16"/>
                <w:szCs w:val="16"/>
                <w:lang w:val="sk-SK"/>
              </w:rPr>
            </w:pPr>
          </w:p>
          <w:p w14:paraId="25AA84B1" w14:textId="3F370B5E" w:rsidR="00B00820" w:rsidRPr="00391C44" w:rsidRDefault="004F6EB3" w:rsidP="004F6EB3">
            <w:pPr>
              <w:rPr>
                <w:sz w:val="16"/>
                <w:szCs w:val="16"/>
                <w:lang w:val="sk-SK"/>
              </w:rPr>
            </w:pPr>
            <w:r w:rsidRPr="007E1556">
              <w:rPr>
                <w:b/>
                <w:i/>
                <w:sz w:val="16"/>
                <w:szCs w:val="16"/>
                <w:lang w:val="sk-SK"/>
              </w:rPr>
              <w:t>V prípade zmien veľkého rozsahu, napr. zmien v spôsobe realizácie aktivít projektu, zmien vo viacerých položkách rozpočtu projektu/komentára k rozpočtu projektu, vo viacerých merateľných ukazovateľoch projektu a i.</w:t>
            </w:r>
            <w:r w:rsidR="00AA14AD">
              <w:rPr>
                <w:b/>
                <w:i/>
                <w:sz w:val="16"/>
                <w:szCs w:val="16"/>
                <w:lang w:val="sk-SK"/>
              </w:rPr>
              <w:t>,</w:t>
            </w:r>
            <w:r w:rsidRPr="007E1556">
              <w:rPr>
                <w:b/>
                <w:i/>
                <w:sz w:val="16"/>
                <w:szCs w:val="16"/>
                <w:lang w:val="sk-SK"/>
              </w:rPr>
              <w:t xml:space="preserve"> prijímateľ vykoná zmeny pôvodného dokumentu/časti pôvodného dokumentu vo forme so sledovaním zmien. To znamená, že prijímateľ nevypĺňa v tejto časti pôvodné znenie dokumentu/časti dokumentu, ale príslušný dokument/príslušnú časť dokumentu vo forme so sledovaním vykonaných zmien predloží ako prílohu t</w:t>
            </w:r>
            <w:r>
              <w:rPr>
                <w:b/>
                <w:i/>
                <w:sz w:val="16"/>
                <w:szCs w:val="16"/>
                <w:lang w:val="sk-SK"/>
              </w:rPr>
              <w:t>ejto žiadosti</w:t>
            </w:r>
            <w:r w:rsidRPr="007E1556">
              <w:rPr>
                <w:b/>
                <w:i/>
                <w:sz w:val="16"/>
                <w:szCs w:val="16"/>
                <w:lang w:val="sk-SK"/>
              </w:rPr>
              <w:t>.</w:t>
            </w:r>
          </w:p>
        </w:tc>
      </w:tr>
    </w:tbl>
    <w:p w14:paraId="427A2050" w14:textId="77777777" w:rsidR="00B8563F" w:rsidRPr="00391C44" w:rsidRDefault="00B8563F" w:rsidP="00B93080">
      <w:pPr>
        <w:spacing w:line="360" w:lineRule="auto"/>
        <w:rPr>
          <w:sz w:val="22"/>
          <w:lang w:val="sk-SK"/>
        </w:rPr>
      </w:pPr>
    </w:p>
    <w:p w14:paraId="623667D7" w14:textId="77777777" w:rsidR="00B00820" w:rsidRPr="00391C44" w:rsidRDefault="00B8563F" w:rsidP="00B93080">
      <w:pPr>
        <w:spacing w:line="360" w:lineRule="auto"/>
        <w:rPr>
          <w:sz w:val="22"/>
          <w:lang w:val="sk-SK"/>
        </w:rPr>
      </w:pPr>
      <w:r w:rsidRPr="00391C44">
        <w:rPr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14:paraId="4C704F39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5C3A8795" w14:textId="77777777" w:rsidR="00B00820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>4. Zdôvodnenie žiadosti o zmenu</w:t>
            </w:r>
          </w:p>
        </w:tc>
      </w:tr>
      <w:tr w:rsidR="00B00820" w:rsidRPr="00A923AF" w14:paraId="68D124AA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0B9C0D5C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 žiadosti o zmenu, ktoré bližšie odôvodňujú potrebu vykonania zmeny. </w:t>
            </w:r>
          </w:p>
          <w:p w14:paraId="7CB9391E" w14:textId="050C37CC" w:rsidR="00B00820" w:rsidRPr="00391C44" w:rsidRDefault="00B00820" w:rsidP="000903B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</w:t>
            </w:r>
            <w:r w:rsidR="00DB6D0F">
              <w:rPr>
                <w:sz w:val="16"/>
                <w:szCs w:val="16"/>
                <w:lang w:val="sk-SK"/>
              </w:rPr>
              <w:t xml:space="preserve"> dosiahnutie stanovených cieľov, účelu projektu, </w:t>
            </w:r>
            <w:r w:rsidRPr="00391C44">
              <w:rPr>
                <w:sz w:val="16"/>
                <w:szCs w:val="16"/>
                <w:lang w:val="sk-SK"/>
              </w:rPr>
              <w:t>a</w:t>
            </w:r>
            <w:r w:rsidR="00DB6D0F"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merateľných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 xml:space="preserve">ukazovateľov projektu (najmä tých ktoré boli kľúčové z hľadiska posudzovania podmienok poskytnutia príspevku, resp. hodnotenia projektu v konaní o </w:t>
            </w:r>
            <w:proofErr w:type="spellStart"/>
            <w:r w:rsidRPr="00391C44">
              <w:rPr>
                <w:sz w:val="16"/>
                <w:szCs w:val="16"/>
                <w:lang w:val="sk-SK"/>
              </w:rPr>
              <w:t>Žo</w:t>
            </w:r>
            <w:r w:rsidR="000903BF">
              <w:rPr>
                <w:sz w:val="16"/>
                <w:szCs w:val="16"/>
                <w:lang w:val="sk-SK"/>
              </w:rPr>
              <w:t>NFP</w:t>
            </w:r>
            <w:proofErr w:type="spellEnd"/>
            <w:r w:rsidRPr="00391C44">
              <w:rPr>
                <w:sz w:val="16"/>
                <w:szCs w:val="16"/>
                <w:lang w:val="sk-SK"/>
              </w:rPr>
              <w:t>).</w:t>
            </w:r>
          </w:p>
        </w:tc>
      </w:tr>
      <w:tr w:rsidR="00B00820" w:rsidRPr="00A923AF" w14:paraId="3A4D51AF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369EB70F" w14:textId="77777777" w:rsidR="00B00820" w:rsidRDefault="00B00820" w:rsidP="003F09E3">
            <w:pPr>
              <w:rPr>
                <w:sz w:val="16"/>
                <w:szCs w:val="16"/>
                <w:lang w:val="sk-SK"/>
              </w:rPr>
            </w:pPr>
          </w:p>
          <w:p w14:paraId="3A7875D5" w14:textId="47406526" w:rsidR="004F6EB3" w:rsidRPr="00391C44" w:rsidRDefault="004F6EB3" w:rsidP="004F6EB3">
            <w:pPr>
              <w:rPr>
                <w:sz w:val="16"/>
                <w:szCs w:val="16"/>
                <w:lang w:val="sk-SK"/>
              </w:rPr>
            </w:pPr>
            <w:r w:rsidRPr="007E1556">
              <w:rPr>
                <w:b/>
                <w:i/>
                <w:sz w:val="16"/>
                <w:szCs w:val="16"/>
                <w:lang w:val="sk-SK"/>
              </w:rPr>
              <w:t xml:space="preserve">V prípade zmien veľkého rozsahu, napr. zmien v spôsobe realizácie aktivít projektu, zmien vo viacerých položkách rozpočtu projektu/komentára k rozpočtu projektu, vo viacerých merateľných ukazovateľoch projektu a i. prijímateľ vykoná zmeny pôvodného dokumentu/časti pôvodného dokumentu vo forme so sledovaním zmien. To znamená, že prijímateľ nevypĺňa v tejto časti pôvodné znenie dokumentu/časti dokumentu, ale príslušný dokument/príslušnú časť dokumentu vo forme so sledovaním vykonaných zmien predloží ako prílohu </w:t>
            </w:r>
            <w:r>
              <w:rPr>
                <w:b/>
                <w:i/>
                <w:sz w:val="16"/>
                <w:szCs w:val="16"/>
                <w:lang w:val="sk-SK"/>
              </w:rPr>
              <w:t>tejto žiadosti</w:t>
            </w:r>
            <w:r w:rsidRPr="007E1556">
              <w:rPr>
                <w:b/>
                <w:i/>
                <w:sz w:val="16"/>
                <w:szCs w:val="16"/>
                <w:lang w:val="sk-SK"/>
              </w:rPr>
              <w:t>.</w:t>
            </w:r>
          </w:p>
        </w:tc>
      </w:tr>
    </w:tbl>
    <w:p w14:paraId="4343703B" w14:textId="77777777"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14:paraId="514F49B7" w14:textId="77777777" w:rsidTr="001760B7">
        <w:tc>
          <w:tcPr>
            <w:tcW w:w="9288" w:type="dxa"/>
            <w:shd w:val="clear" w:color="auto" w:fill="006EB6"/>
          </w:tcPr>
          <w:p w14:paraId="0D35501E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64BAC003" w14:textId="77777777" w:rsidTr="003F09E3">
        <w:tc>
          <w:tcPr>
            <w:tcW w:w="9288" w:type="dxa"/>
            <w:shd w:val="clear" w:color="auto" w:fill="auto"/>
          </w:tcPr>
          <w:p w14:paraId="69CBE1DF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DA5138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50EB3B5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6B50913B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14:paraId="0CE084B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C5012C3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6EC71BF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7D47AFC" w14:textId="3DBBDCA1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</w:t>
            </w:r>
            <w:r w:rsidR="00AA14AD">
              <w:rPr>
                <w:bCs/>
                <w:sz w:val="16"/>
                <w:szCs w:val="16"/>
                <w:lang w:val="sk-SK"/>
              </w:rPr>
              <w:t>:</w:t>
            </w:r>
            <w:r w:rsidRPr="00391C44">
              <w:rPr>
                <w:bCs/>
                <w:sz w:val="16"/>
                <w:szCs w:val="16"/>
                <w:lang w:val="sk-SK"/>
              </w:rPr>
              <w:t xml:space="preserve"> ....................................................................</w:t>
            </w:r>
          </w:p>
          <w:p w14:paraId="2D7F0424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CCEB6CF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21482C52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8D908D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14:paraId="69355C7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F29808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634641B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2F127F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....................................................................</w:t>
            </w:r>
          </w:p>
          <w:p w14:paraId="4897057F" w14:textId="77777777"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B651BFD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20EF9E24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14:paraId="485844E0" w14:textId="77777777" w:rsidTr="001760B7">
        <w:tc>
          <w:tcPr>
            <w:tcW w:w="9288" w:type="dxa"/>
            <w:gridSpan w:val="2"/>
            <w:shd w:val="clear" w:color="auto" w:fill="006EB6"/>
          </w:tcPr>
          <w:p w14:paraId="23928DD7" w14:textId="6F0C8DBC" w:rsidR="0024024B" w:rsidRPr="00391C44" w:rsidRDefault="00B00820" w:rsidP="003F09E3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AA14AD">
              <w:rPr>
                <w:b/>
                <w:color w:val="FFFFFF" w:themeColor="background1"/>
                <w:sz w:val="22"/>
                <w:lang w:val="sk-SK"/>
              </w:rPr>
              <w:t xml:space="preserve"> 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Zoznam</w:t>
            </w:r>
            <w:r w:rsidR="00397C24">
              <w:rPr>
                <w:b/>
                <w:color w:val="FFFFFF" w:themeColor="background1"/>
                <w:sz w:val="22"/>
                <w:lang w:val="sk-SK"/>
              </w:rPr>
              <w:t xml:space="preserve"> príloh k žiadosti o zmenu</w:t>
            </w:r>
            <w:r w:rsidR="0024024B" w:rsidRPr="00391C44">
              <w:rPr>
                <w:rStyle w:val="Odkaznapoznmkupodiarou"/>
                <w:rFonts w:ascii="Arial" w:hAnsi="Arial" w:cs="Arial"/>
                <w:b/>
                <w:caps/>
                <w:color w:val="FFFFFF" w:themeColor="background1"/>
                <w:szCs w:val="20"/>
                <w:lang w:val="sk-SK"/>
              </w:rPr>
              <w:footnoteReference w:id="2"/>
            </w:r>
          </w:p>
        </w:tc>
      </w:tr>
      <w:tr w:rsidR="0024024B" w:rsidRPr="00A923AF" w14:paraId="4CC461E7" w14:textId="77777777" w:rsidTr="003F09E3">
        <w:tc>
          <w:tcPr>
            <w:tcW w:w="955" w:type="dxa"/>
            <w:shd w:val="clear" w:color="auto" w:fill="auto"/>
          </w:tcPr>
          <w:p w14:paraId="7D57220F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240F4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12C28DBE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14:paraId="4F802D5E" w14:textId="77777777" w:rsidTr="003F09E3">
        <w:tc>
          <w:tcPr>
            <w:tcW w:w="955" w:type="dxa"/>
            <w:shd w:val="clear" w:color="auto" w:fill="auto"/>
          </w:tcPr>
          <w:p w14:paraId="24ECB762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2843E3A0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514EA54" w14:textId="77777777" w:rsidTr="003F09E3">
        <w:tc>
          <w:tcPr>
            <w:tcW w:w="955" w:type="dxa"/>
            <w:shd w:val="clear" w:color="auto" w:fill="auto"/>
          </w:tcPr>
          <w:p w14:paraId="03594A7D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138B6100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09918D6F" w14:textId="77777777" w:rsidTr="003F09E3">
        <w:tc>
          <w:tcPr>
            <w:tcW w:w="955" w:type="dxa"/>
            <w:shd w:val="clear" w:color="auto" w:fill="auto"/>
          </w:tcPr>
          <w:p w14:paraId="6E6E9498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234783A1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4C4A67B2" w14:textId="77777777" w:rsidTr="003F09E3">
        <w:tc>
          <w:tcPr>
            <w:tcW w:w="955" w:type="dxa"/>
            <w:shd w:val="clear" w:color="auto" w:fill="auto"/>
          </w:tcPr>
          <w:p w14:paraId="2FEB9BEA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7CC92982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18B716B" w14:textId="77777777" w:rsidTr="003F09E3">
        <w:tc>
          <w:tcPr>
            <w:tcW w:w="955" w:type="dxa"/>
            <w:shd w:val="clear" w:color="auto" w:fill="auto"/>
          </w:tcPr>
          <w:p w14:paraId="5D790116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062B98A4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172A20B" w14:textId="77777777" w:rsidTr="003F09E3">
        <w:tc>
          <w:tcPr>
            <w:tcW w:w="955" w:type="dxa"/>
            <w:shd w:val="clear" w:color="auto" w:fill="auto"/>
          </w:tcPr>
          <w:p w14:paraId="6D8AE54B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048B5CC5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26854473" w14:textId="77777777" w:rsidTr="003F09E3">
        <w:tc>
          <w:tcPr>
            <w:tcW w:w="955" w:type="dxa"/>
            <w:shd w:val="clear" w:color="auto" w:fill="auto"/>
          </w:tcPr>
          <w:p w14:paraId="55BF6DD7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2BE5B609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3AD8BEE1" w14:textId="77777777" w:rsidTr="003F09E3">
        <w:tc>
          <w:tcPr>
            <w:tcW w:w="955" w:type="dxa"/>
            <w:shd w:val="clear" w:color="auto" w:fill="auto"/>
          </w:tcPr>
          <w:p w14:paraId="619FA6B3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44CB0056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397D9E0" w14:textId="77777777" w:rsidTr="003F09E3">
        <w:tc>
          <w:tcPr>
            <w:tcW w:w="955" w:type="dxa"/>
            <w:shd w:val="clear" w:color="auto" w:fill="auto"/>
          </w:tcPr>
          <w:p w14:paraId="281F9D33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5FDE70BD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238E50B3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25BAB347" w14:textId="77777777" w:rsidR="00B00820" w:rsidRPr="00391C44" w:rsidRDefault="00B00820" w:rsidP="00FC6C93">
      <w:pPr>
        <w:rPr>
          <w:sz w:val="16"/>
          <w:szCs w:val="16"/>
          <w:lang w:val="sk-SK"/>
        </w:rPr>
      </w:pPr>
    </w:p>
    <w:sectPr w:rsidR="00B00820" w:rsidRPr="00391C44" w:rsidSect="00DB6D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81" w:right="1274" w:bottom="107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E0817" w14:textId="77777777" w:rsidR="00D80B88" w:rsidRDefault="00D80B88">
      <w:r>
        <w:separator/>
      </w:r>
    </w:p>
  </w:endnote>
  <w:endnote w:type="continuationSeparator" w:id="0">
    <w:p w14:paraId="20C1D67F" w14:textId="77777777" w:rsidR="00D80B88" w:rsidRDefault="00D8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A6A80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5746F5E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193671"/>
      <w:docPartObj>
        <w:docPartGallery w:val="Page Numbers (Bottom of Page)"/>
        <w:docPartUnique/>
      </w:docPartObj>
    </w:sdtPr>
    <w:sdtEndPr/>
    <w:sdtContent>
      <w:p w14:paraId="1F5B7D8C" w14:textId="0A88FD42" w:rsidR="00547F20" w:rsidRDefault="00547F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E2B" w:rsidRPr="00772E2B">
          <w:rPr>
            <w:noProof/>
            <w:lang w:val="sk-SK"/>
          </w:rPr>
          <w:t>2</w:t>
        </w:r>
        <w:r>
          <w:fldChar w:fldCharType="end"/>
        </w:r>
      </w:p>
    </w:sdtContent>
  </w:sdt>
  <w:p w14:paraId="13EC1E62" w14:textId="77777777" w:rsidR="00065E53" w:rsidRDefault="00065E53" w:rsidP="00F72EC3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0B546" w14:textId="77777777" w:rsidR="00772E2B" w:rsidRDefault="00772E2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7167B" w14:textId="77777777" w:rsidR="00D80B88" w:rsidRDefault="00D80B88">
      <w:r>
        <w:separator/>
      </w:r>
    </w:p>
  </w:footnote>
  <w:footnote w:type="continuationSeparator" w:id="0">
    <w:p w14:paraId="37F67FCE" w14:textId="77777777" w:rsidR="00D80B88" w:rsidRDefault="00D80B88">
      <w:r>
        <w:continuationSeparator/>
      </w:r>
    </w:p>
  </w:footnote>
  <w:footnote w:id="1">
    <w:p w14:paraId="5FD67DE3" w14:textId="77777777" w:rsidR="00065E53" w:rsidRPr="00C77241" w:rsidRDefault="00065E53">
      <w:pPr>
        <w:pStyle w:val="Textpoznmkypodiarou"/>
        <w:rPr>
          <w:szCs w:val="16"/>
        </w:rPr>
      </w:pPr>
      <w:r w:rsidRPr="00C77241">
        <w:rPr>
          <w:rStyle w:val="Odkaznapoznmkupodiarou"/>
          <w:szCs w:val="16"/>
        </w:rPr>
        <w:footnoteRef/>
      </w:r>
      <w:r w:rsidRPr="00C77241">
        <w:rPr>
          <w:szCs w:val="16"/>
        </w:rPr>
        <w:t xml:space="preserve"> </w:t>
      </w:r>
      <w:r w:rsidRPr="00391C44">
        <w:rPr>
          <w:szCs w:val="16"/>
          <w:lang w:val="sk-SK"/>
        </w:rPr>
        <w:t xml:space="preserve">Napr.: adresy, </w:t>
      </w:r>
      <w:r w:rsidR="00547F20">
        <w:rPr>
          <w:szCs w:val="16"/>
          <w:lang w:val="sk-SK"/>
        </w:rPr>
        <w:t>harmonogramu realizácie aktivít projektu</w:t>
      </w:r>
      <w:r w:rsidRPr="00391C44">
        <w:rPr>
          <w:szCs w:val="16"/>
          <w:lang w:val="sk-SK"/>
        </w:rPr>
        <w:t>, atď.</w:t>
      </w:r>
    </w:p>
  </w:footnote>
  <w:footnote w:id="2">
    <w:p w14:paraId="42A867F9" w14:textId="77777777" w:rsidR="00065E53" w:rsidRDefault="00065E53" w:rsidP="0024024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91C44">
        <w:rPr>
          <w:lang w:val="sk-SK"/>
        </w:rPr>
        <w:t>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179A5" w14:textId="77777777" w:rsidR="00772E2B" w:rsidRDefault="00772E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093C0" w14:textId="77777777" w:rsidR="00772E2B" w:rsidRDefault="00772E2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23F1E" w14:textId="6B0689CF" w:rsidR="00DB6D0F" w:rsidRDefault="00772E2B" w:rsidP="00DB6D0F">
    <w:pPr>
      <w:pStyle w:val="Hlavika"/>
      <w:jc w:val="right"/>
      <w:rPr>
        <w:lang w:val="sk-SK"/>
      </w:rPr>
    </w:pPr>
    <w:r w:rsidRPr="00D217DC">
      <w:rPr>
        <w:rFonts w:eastAsia="Times New Roman"/>
        <w:noProof/>
      </w:rPr>
      <w:drawing>
        <wp:inline distT="0" distB="0" distL="0" distR="0" wp14:anchorId="74E1C54E" wp14:editId="145B2BF6">
          <wp:extent cx="5941060" cy="419234"/>
          <wp:effectExtent l="0" t="0" r="2540" b="0"/>
          <wp:docPr id="2" name="Obrázok 2" descr="\\sieaba1\DokumentySIEA\Odbor_komunikacie\Na_zdielanie\LOGA\PROGRAM SLOVENSKO\loga PSK\vzory lista doc\loga lista doc EU PSK SI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ieaba1\DokumentySIEA\Odbor_komunikacie\Na_zdielanie\LOGA\PROGRAM SLOVENSKO\loga PSK\vzory lista doc\loga lista doc EU PSK SIE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4192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  <w:r w:rsidR="00DB6D0F">
      <w:rPr>
        <w:lang w:val="sk-SK"/>
      </w:rPr>
      <w:t>P</w:t>
    </w:r>
    <w:r w:rsidR="00102F78">
      <w:rPr>
        <w:lang w:val="sk-SK"/>
      </w:rPr>
      <w:t>ríloha č. 7</w:t>
    </w:r>
  </w:p>
  <w:p w14:paraId="25EC5357" w14:textId="39B66E03" w:rsidR="00DB6D0F" w:rsidRDefault="00DB6D0F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7"/>
  </w:num>
  <w:num w:numId="7">
    <w:abstractNumId w:val="25"/>
  </w:num>
  <w:num w:numId="8">
    <w:abstractNumId w:val="28"/>
  </w:num>
  <w:num w:numId="9">
    <w:abstractNumId w:val="41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0"/>
  </w:num>
  <w:num w:numId="22">
    <w:abstractNumId w:val="21"/>
  </w:num>
  <w:num w:numId="23">
    <w:abstractNumId w:val="18"/>
  </w:num>
  <w:num w:numId="24">
    <w:abstractNumId w:val="39"/>
  </w:num>
  <w:num w:numId="25">
    <w:abstractNumId w:val="36"/>
  </w:num>
  <w:num w:numId="26">
    <w:abstractNumId w:val="6"/>
  </w:num>
  <w:num w:numId="27">
    <w:abstractNumId w:val="3"/>
  </w:num>
  <w:num w:numId="28">
    <w:abstractNumId w:val="22"/>
  </w:num>
  <w:num w:numId="29">
    <w:abstractNumId w:val="38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13E59"/>
    <w:rsid w:val="000573B0"/>
    <w:rsid w:val="00064C83"/>
    <w:rsid w:val="00065E53"/>
    <w:rsid w:val="00082EDB"/>
    <w:rsid w:val="000903BF"/>
    <w:rsid w:val="00095574"/>
    <w:rsid w:val="000C59CB"/>
    <w:rsid w:val="000D333E"/>
    <w:rsid w:val="000E4536"/>
    <w:rsid w:val="000E55A1"/>
    <w:rsid w:val="000F0AE1"/>
    <w:rsid w:val="00102F78"/>
    <w:rsid w:val="00122B0B"/>
    <w:rsid w:val="00140C2A"/>
    <w:rsid w:val="0015697B"/>
    <w:rsid w:val="001760B7"/>
    <w:rsid w:val="00194202"/>
    <w:rsid w:val="001C6A80"/>
    <w:rsid w:val="0024024B"/>
    <w:rsid w:val="0028612D"/>
    <w:rsid w:val="00292BF1"/>
    <w:rsid w:val="002A7887"/>
    <w:rsid w:val="002C4132"/>
    <w:rsid w:val="00307609"/>
    <w:rsid w:val="00316D9F"/>
    <w:rsid w:val="00317530"/>
    <w:rsid w:val="00342CBF"/>
    <w:rsid w:val="00352C94"/>
    <w:rsid w:val="00391C44"/>
    <w:rsid w:val="00397C24"/>
    <w:rsid w:val="003C7E6D"/>
    <w:rsid w:val="003F09E3"/>
    <w:rsid w:val="003F6D8D"/>
    <w:rsid w:val="00405045"/>
    <w:rsid w:val="004178FD"/>
    <w:rsid w:val="0042277F"/>
    <w:rsid w:val="00425259"/>
    <w:rsid w:val="00426F34"/>
    <w:rsid w:val="00441916"/>
    <w:rsid w:val="0044373D"/>
    <w:rsid w:val="00462715"/>
    <w:rsid w:val="004756A1"/>
    <w:rsid w:val="004911C9"/>
    <w:rsid w:val="00491EFA"/>
    <w:rsid w:val="004A11DB"/>
    <w:rsid w:val="004F39FA"/>
    <w:rsid w:val="004F6EB3"/>
    <w:rsid w:val="005432D0"/>
    <w:rsid w:val="00547F20"/>
    <w:rsid w:val="005513B5"/>
    <w:rsid w:val="00552087"/>
    <w:rsid w:val="00561DFC"/>
    <w:rsid w:val="005730E0"/>
    <w:rsid w:val="00580CB1"/>
    <w:rsid w:val="00596EB4"/>
    <w:rsid w:val="005A5E8A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A2578"/>
    <w:rsid w:val="006A2C59"/>
    <w:rsid w:val="006A5887"/>
    <w:rsid w:val="006B2F2B"/>
    <w:rsid w:val="006D016A"/>
    <w:rsid w:val="007218E3"/>
    <w:rsid w:val="007436F0"/>
    <w:rsid w:val="00761757"/>
    <w:rsid w:val="00762F94"/>
    <w:rsid w:val="00763752"/>
    <w:rsid w:val="00772E2B"/>
    <w:rsid w:val="00773E13"/>
    <w:rsid w:val="007843B4"/>
    <w:rsid w:val="00791C27"/>
    <w:rsid w:val="007A680F"/>
    <w:rsid w:val="00833E3D"/>
    <w:rsid w:val="008737A4"/>
    <w:rsid w:val="008846F5"/>
    <w:rsid w:val="008B637A"/>
    <w:rsid w:val="008C0A39"/>
    <w:rsid w:val="008E19BB"/>
    <w:rsid w:val="009057CD"/>
    <w:rsid w:val="009240F4"/>
    <w:rsid w:val="0094309B"/>
    <w:rsid w:val="009B728C"/>
    <w:rsid w:val="009C1FD9"/>
    <w:rsid w:val="009F5F63"/>
    <w:rsid w:val="00A40834"/>
    <w:rsid w:val="00A56EA3"/>
    <w:rsid w:val="00A70948"/>
    <w:rsid w:val="00A923AF"/>
    <w:rsid w:val="00AA14AD"/>
    <w:rsid w:val="00B00820"/>
    <w:rsid w:val="00B022FF"/>
    <w:rsid w:val="00B17FD0"/>
    <w:rsid w:val="00B34F22"/>
    <w:rsid w:val="00B51E64"/>
    <w:rsid w:val="00B8563F"/>
    <w:rsid w:val="00B92FFC"/>
    <w:rsid w:val="00B93080"/>
    <w:rsid w:val="00BA14A5"/>
    <w:rsid w:val="00BB107E"/>
    <w:rsid w:val="00BB18E1"/>
    <w:rsid w:val="00BC6FC4"/>
    <w:rsid w:val="00BD202D"/>
    <w:rsid w:val="00BD3AAA"/>
    <w:rsid w:val="00C000C0"/>
    <w:rsid w:val="00C1191F"/>
    <w:rsid w:val="00C27B72"/>
    <w:rsid w:val="00C33042"/>
    <w:rsid w:val="00C51A89"/>
    <w:rsid w:val="00C7650A"/>
    <w:rsid w:val="00C77241"/>
    <w:rsid w:val="00C80C4A"/>
    <w:rsid w:val="00C8462F"/>
    <w:rsid w:val="00CA49BC"/>
    <w:rsid w:val="00CA6259"/>
    <w:rsid w:val="00CE3EB0"/>
    <w:rsid w:val="00D03F69"/>
    <w:rsid w:val="00D07204"/>
    <w:rsid w:val="00D20F1F"/>
    <w:rsid w:val="00D259D5"/>
    <w:rsid w:val="00D43D34"/>
    <w:rsid w:val="00D5370D"/>
    <w:rsid w:val="00D80B88"/>
    <w:rsid w:val="00DB6D0F"/>
    <w:rsid w:val="00DF3078"/>
    <w:rsid w:val="00E06C16"/>
    <w:rsid w:val="00E126A8"/>
    <w:rsid w:val="00E32726"/>
    <w:rsid w:val="00E51804"/>
    <w:rsid w:val="00E6092D"/>
    <w:rsid w:val="00EA0924"/>
    <w:rsid w:val="00EE65C5"/>
    <w:rsid w:val="00F11263"/>
    <w:rsid w:val="00F15580"/>
    <w:rsid w:val="00F600CB"/>
    <w:rsid w:val="00F72EC3"/>
    <w:rsid w:val="00F74F1B"/>
    <w:rsid w:val="00F761C9"/>
    <w:rsid w:val="00F80EF7"/>
    <w:rsid w:val="00F829CB"/>
    <w:rsid w:val="00FC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E2888"/>
  <w15:docId w15:val="{A300426B-6CB6-476B-B8D4-3C5E10431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0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</cp:lastModifiedBy>
  <cp:revision>3</cp:revision>
  <dcterms:created xsi:type="dcterms:W3CDTF">2024-04-03T09:37:00Z</dcterms:created>
  <dcterms:modified xsi:type="dcterms:W3CDTF">2025-03-12T06:50:00Z</dcterms:modified>
</cp:coreProperties>
</file>