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345D86F6" w14:textId="77777777" w:rsidR="006E7935" w:rsidRDefault="006E7935" w:rsidP="006E7935">
      <w:pPr>
        <w:pStyle w:val="Hlavika"/>
      </w:pPr>
      <w:bookmarkStart w:id="0" w:name="_GoBack"/>
      <w:bookmarkEnd w:id="0"/>
    </w:p>
    <w:p w14:paraId="030F5720" w14:textId="77777777" w:rsidR="00B34F22" w:rsidRDefault="00B34F22" w:rsidP="000E55A1">
      <w:pPr>
        <w:pStyle w:val="Nzov"/>
        <w:rPr>
          <w:sz w:val="24"/>
        </w:rPr>
      </w:pPr>
    </w:p>
    <w:p w14:paraId="2A78610C" w14:textId="6CF7D1D9" w:rsidR="00B022FF" w:rsidRPr="00391C44" w:rsidRDefault="00766207" w:rsidP="00766207">
      <w:pPr>
        <w:spacing w:line="360" w:lineRule="auto"/>
        <w:jc w:val="center"/>
        <w:rPr>
          <w:sz w:val="22"/>
          <w:lang w:val="sk-SK"/>
        </w:rPr>
      </w:pPr>
      <w:r w:rsidRPr="00766207">
        <w:rPr>
          <w:b/>
          <w:sz w:val="28"/>
          <w:szCs w:val="28"/>
          <w:u w:val="single"/>
          <w:lang w:val="sk-SK"/>
        </w:rPr>
        <w:t>Oznámenie formálnej zmeny projektu (v súlade s kap. 11.1 Formálna zmena vo VP)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301290E5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2358F81A" w:rsidR="00B00820" w:rsidRPr="00391C44" w:rsidRDefault="00B00820" w:rsidP="0076620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766207">
              <w:rPr>
                <w:b/>
                <w:color w:val="FFFFFF" w:themeColor="background1"/>
                <w:sz w:val="22"/>
                <w:lang w:val="sk-SK"/>
              </w:rPr>
              <w:t xml:space="preserve"> Rozhodnutia o schválení </w:t>
            </w:r>
            <w:proofErr w:type="spellStart"/>
            <w:r w:rsidR="00766207">
              <w:rPr>
                <w:b/>
                <w:color w:val="FFFFFF" w:themeColor="background1"/>
                <w:sz w:val="22"/>
                <w:lang w:val="sk-SK"/>
              </w:rPr>
              <w:t>ŽoNFP</w:t>
            </w:r>
            <w:proofErr w:type="spellEnd"/>
          </w:p>
        </w:tc>
      </w:tr>
      <w:tr w:rsidR="00B00820" w:rsidRPr="00095574" w14:paraId="60F49D0A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34D6D18" w14:textId="54CF9DEB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5F0BA2" w14:textId="3BEA217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54E1E7E" w14:textId="20132EBF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5ADF1970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397D99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F941EC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3EC010D" w14:textId="77777777" w:rsidTr="00BD3AAA">
        <w:tc>
          <w:tcPr>
            <w:tcW w:w="9212" w:type="dxa"/>
            <w:gridSpan w:val="3"/>
            <w:shd w:val="clear" w:color="auto" w:fill="E6E6E6"/>
          </w:tcPr>
          <w:p w14:paraId="3BDFCDEE" w14:textId="1AF51EAB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3B53F5DD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5ABBDC7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48A65253" w:rsidR="006636A3" w:rsidRPr="00391C44" w:rsidRDefault="006636A3" w:rsidP="0076620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</w:t>
            </w:r>
            <w:r w:rsidR="00766207">
              <w:rPr>
                <w:sz w:val="16"/>
                <w:szCs w:val="16"/>
                <w:lang w:val="sk-SK"/>
              </w:rPr>
              <w:t xml:space="preserve">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2FB10994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7ABF6238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</w:t>
            </w:r>
            <w:r w:rsidR="00C61F26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6636A3" w:rsidRPr="00095574" w14:paraId="25EFB8A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3CD77D85" w14:textId="77777777" w:rsidTr="00BD3AAA">
        <w:tc>
          <w:tcPr>
            <w:tcW w:w="9212" w:type="dxa"/>
            <w:gridSpan w:val="3"/>
            <w:shd w:val="clear" w:color="auto" w:fill="E6E6E6"/>
          </w:tcPr>
          <w:p w14:paraId="788C63A4" w14:textId="045BE2C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 w:rsidR="00C61F26">
              <w:rPr>
                <w:sz w:val="16"/>
                <w:szCs w:val="16"/>
                <w:lang w:val="sk-SK"/>
              </w:rPr>
              <w:t>:</w:t>
            </w:r>
          </w:p>
        </w:tc>
      </w:tr>
      <w:tr w:rsidR="00B00820" w:rsidRPr="00095574" w14:paraId="7114B4FF" w14:textId="77777777" w:rsidTr="003F09E3">
        <w:tc>
          <w:tcPr>
            <w:tcW w:w="9212" w:type="dxa"/>
            <w:gridSpan w:val="3"/>
            <w:shd w:val="clear" w:color="auto" w:fill="auto"/>
          </w:tcPr>
          <w:p w14:paraId="31F7235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2709166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386CC2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BF1B34" w14:textId="6CFAB617" w:rsidR="0024024B" w:rsidRPr="000F550B" w:rsidRDefault="00B00820" w:rsidP="00766207">
            <w:pPr>
              <w:rPr>
                <w:b/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 tejto časti sa uvádza pôvodné znenie </w:t>
            </w:r>
            <w:r w:rsidR="00766207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1F0D92">
              <w:rPr>
                <w:sz w:val="16"/>
                <w:szCs w:val="16"/>
                <w:lang w:val="sk-SK"/>
              </w:rPr>
              <w:t xml:space="preserve">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178BFEB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70D2DDE2" w14:textId="55B4D796" w:rsidR="000F550B" w:rsidRPr="007E1556" w:rsidRDefault="000F550B" w:rsidP="007817C0">
            <w:pPr>
              <w:rPr>
                <w:i/>
                <w:sz w:val="16"/>
                <w:szCs w:val="16"/>
                <w:lang w:val="sk-SK"/>
              </w:rPr>
            </w:pPr>
          </w:p>
        </w:tc>
      </w:tr>
    </w:tbl>
    <w:p w14:paraId="79109F76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E415F96" w14:textId="504E2460" w:rsidR="0024024B" w:rsidRPr="00391C44" w:rsidRDefault="00B00820" w:rsidP="0076620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766207">
              <w:rPr>
                <w:sz w:val="16"/>
                <w:szCs w:val="16"/>
                <w:lang w:val="sk-SK"/>
              </w:rPr>
              <w:t xml:space="preserve">VP Rozhodnutia o schválení </w:t>
            </w:r>
            <w:proofErr w:type="spellStart"/>
            <w:r w:rsidR="00766207">
              <w:rPr>
                <w:sz w:val="16"/>
                <w:szCs w:val="16"/>
                <w:lang w:val="sk-SK"/>
              </w:rPr>
              <w:t>ŽoNFP</w:t>
            </w:r>
            <w:proofErr w:type="spellEnd"/>
            <w:r w:rsidR="001F0D92">
              <w:rPr>
                <w:sz w:val="16"/>
                <w:szCs w:val="16"/>
                <w:lang w:val="sk-SK"/>
              </w:rPr>
              <w:t>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FFBE6E1" w14:textId="77777777" w:rsidR="007817C0" w:rsidRDefault="007817C0" w:rsidP="00E06C16">
            <w:pPr>
              <w:rPr>
                <w:b/>
                <w:sz w:val="16"/>
                <w:szCs w:val="16"/>
                <w:lang w:val="sk-SK"/>
              </w:rPr>
            </w:pPr>
          </w:p>
          <w:p w14:paraId="37EF6B4E" w14:textId="18581F18" w:rsidR="00B00820" w:rsidRPr="007E1556" w:rsidRDefault="00B00820" w:rsidP="007E1556">
            <w:pPr>
              <w:rPr>
                <w:i/>
                <w:sz w:val="16"/>
                <w:szCs w:val="16"/>
                <w:lang w:val="sk-SK"/>
              </w:rPr>
            </w:pPr>
          </w:p>
        </w:tc>
      </w:tr>
    </w:tbl>
    <w:p w14:paraId="199BF33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1561D452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ECD2605" w14:textId="67CD163A" w:rsidR="00B00820" w:rsidRPr="00391C44" w:rsidRDefault="00B00820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5591BC" w14:textId="0B85E19F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</w:t>
            </w:r>
            <w:r w:rsidR="00C61F26">
              <w:rPr>
                <w:bCs/>
                <w:sz w:val="16"/>
                <w:szCs w:val="16"/>
                <w:lang w:val="sk-SK"/>
              </w:rPr>
              <w:t>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137867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A2D6B2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5F00FD82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5BF5210" w14:textId="77777777" w:rsidR="00B00820" w:rsidRDefault="00B00820" w:rsidP="00FC6C93">
      <w:pPr>
        <w:rPr>
          <w:sz w:val="16"/>
          <w:szCs w:val="16"/>
          <w:lang w:val="sk-SK"/>
        </w:rPr>
      </w:pPr>
    </w:p>
    <w:p w14:paraId="47BC2D65" w14:textId="77777777" w:rsidR="00F84ACB" w:rsidRDefault="00F84ACB" w:rsidP="00FC6C93">
      <w:pPr>
        <w:rPr>
          <w:sz w:val="16"/>
          <w:szCs w:val="16"/>
          <w:lang w:val="sk-SK"/>
        </w:rPr>
      </w:pPr>
    </w:p>
    <w:p w14:paraId="192656BB" w14:textId="77777777" w:rsidR="00F84ACB" w:rsidRDefault="00F84ACB" w:rsidP="00FC6C93">
      <w:pPr>
        <w:rPr>
          <w:sz w:val="16"/>
          <w:szCs w:val="16"/>
          <w:lang w:val="sk-SK"/>
        </w:rPr>
      </w:pPr>
    </w:p>
    <w:p w14:paraId="6EDA1202" w14:textId="77777777" w:rsidR="00F84ACB" w:rsidRDefault="00F84ACB" w:rsidP="00FC6C93">
      <w:pPr>
        <w:rPr>
          <w:sz w:val="16"/>
          <w:szCs w:val="16"/>
          <w:lang w:val="sk-SK"/>
        </w:rPr>
      </w:pPr>
    </w:p>
    <w:p w14:paraId="3EF1BAE8" w14:textId="77777777" w:rsidR="00F84ACB" w:rsidRDefault="00F84ACB" w:rsidP="00FC6C93">
      <w:pPr>
        <w:rPr>
          <w:sz w:val="16"/>
          <w:szCs w:val="16"/>
          <w:lang w:val="sk-SK"/>
        </w:rPr>
      </w:pPr>
    </w:p>
    <w:p w14:paraId="5A9C2A93" w14:textId="77777777" w:rsidR="00F84ACB" w:rsidRDefault="00F84ACB" w:rsidP="00FC6C93">
      <w:pPr>
        <w:rPr>
          <w:sz w:val="16"/>
          <w:szCs w:val="16"/>
          <w:lang w:val="sk-SK"/>
        </w:rPr>
      </w:pPr>
    </w:p>
    <w:p w14:paraId="341A3081" w14:textId="77777777" w:rsidR="00F84ACB" w:rsidRDefault="00F84ACB" w:rsidP="00FC6C93">
      <w:pPr>
        <w:rPr>
          <w:sz w:val="16"/>
          <w:szCs w:val="16"/>
          <w:lang w:val="sk-SK"/>
        </w:rPr>
      </w:pPr>
    </w:p>
    <w:p w14:paraId="6BC39C4D" w14:textId="77777777" w:rsidR="00F84ACB" w:rsidRDefault="00F84ACB" w:rsidP="00FC6C93">
      <w:pPr>
        <w:rPr>
          <w:sz w:val="16"/>
          <w:szCs w:val="16"/>
          <w:lang w:val="sk-SK"/>
        </w:rPr>
      </w:pPr>
    </w:p>
    <w:p w14:paraId="4A503533" w14:textId="77777777" w:rsidR="00F84ACB" w:rsidRDefault="00F84ACB" w:rsidP="00FC6C93">
      <w:pPr>
        <w:rPr>
          <w:sz w:val="16"/>
          <w:szCs w:val="16"/>
          <w:lang w:val="sk-SK"/>
        </w:rPr>
      </w:pPr>
    </w:p>
    <w:p w14:paraId="0215CFDB" w14:textId="77777777" w:rsidR="00F84ACB" w:rsidRDefault="00F84ACB" w:rsidP="00FC6C93">
      <w:pPr>
        <w:rPr>
          <w:sz w:val="16"/>
          <w:szCs w:val="16"/>
          <w:lang w:val="sk-SK"/>
        </w:rPr>
      </w:pPr>
    </w:p>
    <w:sectPr w:rsidR="00F84ACB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4A67C" w14:textId="77777777" w:rsidR="004E3B59" w:rsidRDefault="004E3B59">
      <w:r>
        <w:separator/>
      </w:r>
    </w:p>
  </w:endnote>
  <w:endnote w:type="continuationSeparator" w:id="0">
    <w:p w14:paraId="45DB52EF" w14:textId="77777777" w:rsidR="004E3B59" w:rsidRDefault="004E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2E1849C1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93C" w:rsidRPr="00A8393C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514D2" w14:textId="77777777" w:rsidR="004E3B59" w:rsidRDefault="004E3B59">
      <w:r>
        <w:separator/>
      </w:r>
    </w:p>
  </w:footnote>
  <w:footnote w:type="continuationSeparator" w:id="0">
    <w:p w14:paraId="340742E7" w14:textId="77777777" w:rsidR="004E3B59" w:rsidRDefault="004E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6F172643" w:rsidR="001F0D92" w:rsidRDefault="00766207" w:rsidP="001F0D92">
    <w:pPr>
      <w:pStyle w:val="Hlavika"/>
      <w:jc w:val="right"/>
      <w:rPr>
        <w:lang w:val="sk-SK"/>
      </w:rPr>
    </w:pPr>
    <w:r w:rsidRPr="00C10305">
      <w:rPr>
        <w:noProof/>
        <w:lang w:val="sk-SK" w:eastAsia="sk-SK"/>
      </w:rPr>
      <w:drawing>
        <wp:anchor distT="0" distB="0" distL="114300" distR="114300" simplePos="0" relativeHeight="251658752" behindDoc="0" locked="0" layoutInCell="1" allowOverlap="1" wp14:anchorId="368A6675" wp14:editId="394E5D73">
          <wp:simplePos x="0" y="0"/>
          <wp:positionH relativeFrom="margin">
            <wp:posOffset>-723900</wp:posOffset>
          </wp:positionH>
          <wp:positionV relativeFrom="paragraph">
            <wp:posOffset>-212725</wp:posOffset>
          </wp:positionV>
          <wp:extent cx="5752465" cy="459105"/>
          <wp:effectExtent l="0" t="0" r="63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0D92">
      <w:rPr>
        <w:lang w:val="sk-SK"/>
      </w:rPr>
      <w:t>P</w:t>
    </w:r>
    <w:r w:rsidR="00A156CD">
      <w:rPr>
        <w:lang w:val="sk-SK"/>
      </w:rPr>
      <w:t>ríloha č. 6</w:t>
    </w:r>
  </w:p>
  <w:p w14:paraId="4A82F9E3" w14:textId="19B27AA1"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0F550B"/>
    <w:rsid w:val="00122B0B"/>
    <w:rsid w:val="0015697B"/>
    <w:rsid w:val="001760B7"/>
    <w:rsid w:val="0017689A"/>
    <w:rsid w:val="001C6A80"/>
    <w:rsid w:val="001F0D92"/>
    <w:rsid w:val="002206A6"/>
    <w:rsid w:val="0024024B"/>
    <w:rsid w:val="0028612D"/>
    <w:rsid w:val="00292BF1"/>
    <w:rsid w:val="002A7887"/>
    <w:rsid w:val="002B1321"/>
    <w:rsid w:val="002C38F0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602BC"/>
    <w:rsid w:val="004756A1"/>
    <w:rsid w:val="004911C9"/>
    <w:rsid w:val="00491EFA"/>
    <w:rsid w:val="004A11DB"/>
    <w:rsid w:val="004D1440"/>
    <w:rsid w:val="004E3B59"/>
    <w:rsid w:val="004F39FA"/>
    <w:rsid w:val="0052175D"/>
    <w:rsid w:val="005432D0"/>
    <w:rsid w:val="005513B5"/>
    <w:rsid w:val="00552087"/>
    <w:rsid w:val="00554E35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66207"/>
    <w:rsid w:val="00773E13"/>
    <w:rsid w:val="007817C0"/>
    <w:rsid w:val="007843B4"/>
    <w:rsid w:val="00791C27"/>
    <w:rsid w:val="007A346B"/>
    <w:rsid w:val="007A680F"/>
    <w:rsid w:val="007D0CE1"/>
    <w:rsid w:val="007E1556"/>
    <w:rsid w:val="00833E3D"/>
    <w:rsid w:val="008846F5"/>
    <w:rsid w:val="008C0A39"/>
    <w:rsid w:val="008E19BB"/>
    <w:rsid w:val="008F0078"/>
    <w:rsid w:val="008F3924"/>
    <w:rsid w:val="009023BA"/>
    <w:rsid w:val="009057CD"/>
    <w:rsid w:val="009140EA"/>
    <w:rsid w:val="00996491"/>
    <w:rsid w:val="009B728C"/>
    <w:rsid w:val="009C009C"/>
    <w:rsid w:val="009C1FD9"/>
    <w:rsid w:val="009C249B"/>
    <w:rsid w:val="009F5F63"/>
    <w:rsid w:val="00A156CD"/>
    <w:rsid w:val="00A56EA3"/>
    <w:rsid w:val="00A70948"/>
    <w:rsid w:val="00A8393C"/>
    <w:rsid w:val="00A923AF"/>
    <w:rsid w:val="00B00820"/>
    <w:rsid w:val="00B022FF"/>
    <w:rsid w:val="00B17FD0"/>
    <w:rsid w:val="00B34F22"/>
    <w:rsid w:val="00B51E64"/>
    <w:rsid w:val="00B82462"/>
    <w:rsid w:val="00B8563F"/>
    <w:rsid w:val="00B90ADA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61F26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  <w15:docId w15:val="{96E0D340-BE1C-4C9B-9CFD-4AEF536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Dzuganova Martina</cp:lastModifiedBy>
  <cp:revision>2</cp:revision>
  <dcterms:created xsi:type="dcterms:W3CDTF">2024-04-03T09:36:00Z</dcterms:created>
  <dcterms:modified xsi:type="dcterms:W3CDTF">2024-04-03T13:13:00Z</dcterms:modified>
</cp:coreProperties>
</file>