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7E8E0C3C" w14:textId="77777777" w:rsidR="008F0078" w:rsidRPr="004361C6" w:rsidRDefault="007D0CE1" w:rsidP="008F0078">
      <w:pPr>
        <w:pStyle w:val="Pta"/>
        <w:tabs>
          <w:tab w:val="left" w:pos="708"/>
        </w:tabs>
        <w:jc w:val="center"/>
        <w:rPr>
          <w:rFonts w:ascii="Arial Narrow" w:hAnsi="Arial Narrow" w:cstheme="minorHAnsi"/>
          <w:b/>
          <w:sz w:val="28"/>
          <w:szCs w:val="28"/>
          <w:u w:val="single"/>
          <w:lang w:val="sk-SK"/>
        </w:rPr>
      </w:pPr>
      <w:r w:rsidRPr="004361C6">
        <w:rPr>
          <w:rFonts w:ascii="Arial Narrow" w:hAnsi="Arial Narrow" w:cstheme="minorHAnsi"/>
          <w:b/>
          <w:sz w:val="28"/>
          <w:szCs w:val="28"/>
          <w:u w:val="single"/>
          <w:lang w:val="sk-SK"/>
        </w:rPr>
        <w:t>Oznámenie formálnej</w:t>
      </w:r>
      <w:r w:rsidR="00F84ACB" w:rsidRPr="004361C6">
        <w:rPr>
          <w:rFonts w:ascii="Arial Narrow" w:hAnsi="Arial Narrow" w:cstheme="minorHAnsi"/>
          <w:sz w:val="28"/>
          <w:szCs w:val="28"/>
          <w:u w:val="single"/>
          <w:lang w:val="sk-SK"/>
        </w:rPr>
        <w:t>*</w:t>
      </w:r>
      <w:r w:rsidRPr="004361C6">
        <w:rPr>
          <w:rFonts w:ascii="Arial Narrow" w:hAnsi="Arial Narrow" w:cstheme="minorHAnsi"/>
          <w:b/>
          <w:sz w:val="28"/>
          <w:szCs w:val="28"/>
          <w:u w:val="single"/>
          <w:lang w:val="sk-SK"/>
        </w:rPr>
        <w:t>/menej významnej</w:t>
      </w:r>
      <w:r w:rsidR="00F84ACB" w:rsidRPr="004361C6">
        <w:rPr>
          <w:rFonts w:ascii="Arial Narrow" w:hAnsi="Arial Narrow" w:cstheme="minorHAnsi"/>
          <w:sz w:val="28"/>
          <w:szCs w:val="28"/>
          <w:u w:val="single"/>
          <w:lang w:val="sk-SK"/>
        </w:rPr>
        <w:t>*</w:t>
      </w:r>
      <w:r w:rsidRPr="004361C6">
        <w:rPr>
          <w:rFonts w:ascii="Arial Narrow" w:hAnsi="Arial Narrow" w:cstheme="minorHAnsi"/>
          <w:b/>
          <w:sz w:val="28"/>
          <w:szCs w:val="28"/>
          <w:u w:val="single"/>
          <w:lang w:val="sk-SK"/>
        </w:rPr>
        <w:t xml:space="preserve"> zmeny </w:t>
      </w:r>
      <w:r w:rsidR="008F0078" w:rsidRPr="004361C6">
        <w:rPr>
          <w:rFonts w:ascii="Arial Narrow" w:hAnsi="Arial Narrow" w:cstheme="minorHAnsi"/>
          <w:b/>
          <w:sz w:val="28"/>
          <w:szCs w:val="28"/>
          <w:u w:val="single"/>
          <w:lang w:val="sk-SK"/>
        </w:rPr>
        <w:t>projektu</w:t>
      </w:r>
    </w:p>
    <w:p w14:paraId="2A78610C" w14:textId="77777777" w:rsidR="00B022FF" w:rsidRPr="004361C6" w:rsidRDefault="00B022FF" w:rsidP="00B93080">
      <w:pPr>
        <w:spacing w:line="360" w:lineRule="auto"/>
        <w:rPr>
          <w:rFonts w:ascii="Arial Narrow" w:hAnsi="Arial Narrow" w:cstheme="minorHAnsi"/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4361C6" w14:paraId="301290E5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50491068" w:rsidR="00B00820" w:rsidRPr="004361C6" w:rsidRDefault="00B00820" w:rsidP="000D2C9B">
            <w:pPr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 </w:t>
            </w:r>
            <w:r w:rsidR="00E7011E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z</w:t>
            </w: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mluvy</w:t>
            </w:r>
            <w:r w:rsidR="001F0D92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0D2C9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 poskytnutí NFP</w:t>
            </w:r>
          </w:p>
        </w:tc>
      </w:tr>
      <w:tr w:rsidR="00B00820" w:rsidRPr="004361C6" w14:paraId="60F49D0A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34D6D18" w14:textId="77777777" w:rsidR="00B00820" w:rsidRPr="004361C6" w:rsidRDefault="00B00820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5F0BA2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54E1E7E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DIČ</w:t>
            </w:r>
          </w:p>
        </w:tc>
      </w:tr>
      <w:tr w:rsidR="00B00820" w:rsidRPr="004361C6" w14:paraId="5ADF1970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397D99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F941ECF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B00820" w:rsidRPr="004361C6" w14:paraId="13EC010D" w14:textId="77777777" w:rsidTr="00BD3AAA">
        <w:tc>
          <w:tcPr>
            <w:tcW w:w="9212" w:type="dxa"/>
            <w:gridSpan w:val="3"/>
            <w:shd w:val="clear" w:color="auto" w:fill="E6E6E6"/>
          </w:tcPr>
          <w:p w14:paraId="3BDFCDEE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Sídlo prijímateľa</w:t>
            </w:r>
          </w:p>
        </w:tc>
      </w:tr>
      <w:tr w:rsidR="00B00820" w:rsidRPr="004361C6" w14:paraId="3B53F5DD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6636A3" w:rsidRPr="004361C6" w14:paraId="5ABBDC7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165A315C" w:rsidR="006636A3" w:rsidRPr="004361C6" w:rsidRDefault="006636A3" w:rsidP="00E7011E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Číslo </w:t>
            </w:r>
            <w:r w:rsidR="00E7011E" w:rsidRPr="004361C6">
              <w:rPr>
                <w:rFonts w:ascii="Arial Narrow" w:hAnsi="Arial Narrow" w:cstheme="minorHAnsi"/>
                <w:sz w:val="22"/>
                <w:lang w:val="sk-SK"/>
              </w:rPr>
              <w:t>z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mluvy o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 poskytnutí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61968D27" w:rsidR="006636A3" w:rsidRPr="004361C6" w:rsidRDefault="00E7011E" w:rsidP="00E7011E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ITMS k</w:t>
            </w:r>
            <w:r w:rsidR="006636A3" w:rsidRPr="004361C6">
              <w:rPr>
                <w:rFonts w:ascii="Arial Narrow" w:hAnsi="Arial Narrow" w:cstheme="minorHAnsi"/>
                <w:sz w:val="22"/>
                <w:lang w:val="sk-SK"/>
              </w:rPr>
              <w:t>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77777777" w:rsidR="006636A3" w:rsidRPr="004361C6" w:rsidRDefault="006636A3" w:rsidP="007D0CE1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P.</w:t>
            </w:r>
            <w:r w:rsidR="009C009C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č. 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oznámenia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o zmen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e</w:t>
            </w:r>
          </w:p>
        </w:tc>
      </w:tr>
      <w:tr w:rsidR="006636A3" w:rsidRPr="004361C6" w14:paraId="25EFB8A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4361C6" w:rsidRDefault="006636A3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4361C6" w:rsidRDefault="006636A3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4361C6" w:rsidRDefault="006636A3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B00820" w:rsidRPr="004361C6" w14:paraId="3CD77D85" w14:textId="77777777" w:rsidTr="00BD3AAA">
        <w:tc>
          <w:tcPr>
            <w:tcW w:w="9212" w:type="dxa"/>
            <w:gridSpan w:val="3"/>
            <w:shd w:val="clear" w:color="auto" w:fill="E6E6E6"/>
          </w:tcPr>
          <w:p w14:paraId="788C63A4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Názov projektu</w:t>
            </w:r>
          </w:p>
        </w:tc>
      </w:tr>
      <w:tr w:rsidR="00B00820" w:rsidRPr="004361C6" w14:paraId="7114B4FF" w14:textId="77777777" w:rsidTr="003F09E3">
        <w:tc>
          <w:tcPr>
            <w:tcW w:w="9212" w:type="dxa"/>
            <w:gridSpan w:val="3"/>
            <w:shd w:val="clear" w:color="auto" w:fill="auto"/>
          </w:tcPr>
          <w:p w14:paraId="31F7235F" w14:textId="77777777" w:rsidR="00B00820" w:rsidRPr="004361C6" w:rsidRDefault="00B00820" w:rsidP="00B8563F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</w:tbl>
    <w:p w14:paraId="42709166" w14:textId="77777777" w:rsidR="00B00820" w:rsidRPr="004361C6" w:rsidRDefault="00B00820" w:rsidP="00B93080">
      <w:pPr>
        <w:pStyle w:val="Zkladntext"/>
        <w:spacing w:line="360" w:lineRule="auto"/>
        <w:rPr>
          <w:rFonts w:ascii="Arial Narrow" w:hAnsi="Arial Narrow" w:cstheme="minorHAnsi"/>
          <w:sz w:val="22"/>
          <w:lang w:val="sk-SK"/>
        </w:rPr>
      </w:pPr>
      <w:bookmarkStart w:id="0" w:name="_GoBack"/>
      <w:bookmarkEnd w:id="0"/>
    </w:p>
    <w:p w14:paraId="7386CC25" w14:textId="77777777" w:rsidR="00B022FF" w:rsidRPr="004361C6" w:rsidRDefault="00B022FF" w:rsidP="00B93080">
      <w:pPr>
        <w:pStyle w:val="Zkladntext"/>
        <w:spacing w:line="360" w:lineRule="auto"/>
        <w:rPr>
          <w:rFonts w:ascii="Arial Narrow" w:hAnsi="Arial Narrow" w:cstheme="minorHAnsi"/>
          <w:sz w:val="22"/>
          <w:lang w:val="sk-SK"/>
        </w:rPr>
      </w:pPr>
      <w:r w:rsidRPr="004361C6">
        <w:rPr>
          <w:rFonts w:ascii="Arial Narrow" w:hAnsi="Arial Narrow" w:cstheme="minorHAnsi"/>
          <w:sz w:val="22"/>
          <w:lang w:val="sk-SK"/>
        </w:rPr>
        <w:t xml:space="preserve">Týmto </w:t>
      </w:r>
      <w:r w:rsidR="007D0CE1" w:rsidRPr="004361C6">
        <w:rPr>
          <w:rFonts w:ascii="Arial Narrow" w:hAnsi="Arial Narrow" w:cstheme="minorHAnsi"/>
          <w:sz w:val="22"/>
          <w:lang w:val="sk-SK"/>
        </w:rPr>
        <w:t>oznamujem</w:t>
      </w:r>
      <w:r w:rsidRPr="004361C6">
        <w:rPr>
          <w:rFonts w:ascii="Arial Narrow" w:hAnsi="Arial Narrow" w:cstheme="minorHAnsi"/>
          <w:sz w:val="22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4361C6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4361C6" w:rsidRDefault="00B00820" w:rsidP="00E06C16">
            <w:pPr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4361C6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5B1188EF" w14:textId="168113B8" w:rsidR="00B00820" w:rsidRPr="004361C6" w:rsidRDefault="00B00820" w:rsidP="003F09E3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V tejto časti sa uvádza pôvodné znenie </w:t>
            </w:r>
            <w:r w:rsidR="00E7011E" w:rsidRPr="004361C6">
              <w:rPr>
                <w:rFonts w:ascii="Arial Narrow" w:hAnsi="Arial Narrow" w:cstheme="minorHAnsi"/>
                <w:sz w:val="22"/>
                <w:lang w:val="sk-SK"/>
              </w:rPr>
              <w:t>z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mluvy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>o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 poskytnutí NFP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, jej prílohy 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resp. súvisiaceho dokumentu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.</w:t>
            </w:r>
          </w:p>
          <w:p w14:paraId="4ABF1B34" w14:textId="164C96AA" w:rsidR="0024024B" w:rsidRPr="004361C6" w:rsidRDefault="0024024B" w:rsidP="00E7011E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V prípade veľkého rozsahu údajov sa môže uviesť odkaz na príslušné časti </w:t>
            </w:r>
            <w:r w:rsidR="00E7011E" w:rsidRPr="004361C6">
              <w:rPr>
                <w:rFonts w:ascii="Arial Narrow" w:hAnsi="Arial Narrow" w:cstheme="minorHAnsi"/>
                <w:sz w:val="22"/>
                <w:lang w:val="sk-SK"/>
              </w:rPr>
              <w:t>z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mluvy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o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 poskytnutí NFP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>, jej prílohy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resp. súvisiaceho dokumentu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, ktoré obsahujú pôvodné znenie.</w:t>
            </w:r>
          </w:p>
        </w:tc>
      </w:tr>
      <w:tr w:rsidR="0024024B" w:rsidRPr="004361C6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70D2DDE2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</w:tbl>
    <w:p w14:paraId="14B4D9B5" w14:textId="77777777" w:rsidR="00316D9F" w:rsidRPr="004361C6" w:rsidRDefault="00316D9F" w:rsidP="00B93080">
      <w:pPr>
        <w:spacing w:line="360" w:lineRule="auto"/>
        <w:rPr>
          <w:rFonts w:ascii="Arial Narrow" w:hAnsi="Arial Narrow" w:cstheme="minorHAnsi"/>
          <w:sz w:val="22"/>
        </w:rPr>
      </w:pPr>
    </w:p>
    <w:p w14:paraId="79109F76" w14:textId="77777777" w:rsidR="00B00820" w:rsidRPr="004361C6" w:rsidRDefault="00B00820" w:rsidP="00B93080">
      <w:pPr>
        <w:spacing w:line="360" w:lineRule="auto"/>
        <w:rPr>
          <w:rFonts w:ascii="Arial Narrow" w:hAnsi="Arial Narrow" w:cstheme="minorHAnsi"/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4361C6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4361C6" w:rsidRDefault="00B00820" w:rsidP="00E06C16">
            <w:pPr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4361C6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1B1D4E7" w14:textId="1873BAA1" w:rsidR="00B00820" w:rsidRPr="004361C6" w:rsidRDefault="00B00820" w:rsidP="003F09E3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V tejto časti sa uvádza samotné navrhované znenie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  <w:r w:rsidR="00E7011E" w:rsidRPr="004361C6">
              <w:rPr>
                <w:rFonts w:ascii="Arial Narrow" w:hAnsi="Arial Narrow" w:cstheme="minorHAnsi"/>
                <w:sz w:val="22"/>
                <w:lang w:val="sk-SK"/>
              </w:rPr>
              <w:t>z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>mluvy o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 poskytnutí NFP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>, jej prílohy resp. súvisiaceho dokumentu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.</w:t>
            </w:r>
          </w:p>
          <w:p w14:paraId="3E415F96" w14:textId="77777777" w:rsidR="0024024B" w:rsidRPr="004361C6" w:rsidRDefault="0024024B" w:rsidP="007D0CE1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V prípade veľkého rozsahu údajov sa môže uviesť odkaz na samostatnú prílohu 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oznámenia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o zmen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e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, ktorá obsahuje navrhované znenie.</w:t>
            </w:r>
            <w:r w:rsidR="00B00820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</w:p>
        </w:tc>
      </w:tr>
      <w:tr w:rsidR="0024024B" w:rsidRPr="004361C6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37EF6B4E" w14:textId="77777777" w:rsidR="00B00820" w:rsidRPr="004361C6" w:rsidRDefault="00B00820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</w:tbl>
    <w:p w14:paraId="199BF336" w14:textId="77777777" w:rsidR="00B8563F" w:rsidRPr="004361C6" w:rsidRDefault="00B8563F" w:rsidP="00B93080">
      <w:pPr>
        <w:spacing w:line="360" w:lineRule="auto"/>
        <w:rPr>
          <w:rFonts w:ascii="Arial Narrow" w:hAnsi="Arial Narrow" w:cstheme="minorHAnsi"/>
          <w:sz w:val="22"/>
          <w:lang w:val="sk-SK"/>
        </w:rPr>
      </w:pPr>
    </w:p>
    <w:p w14:paraId="0ECE24AE" w14:textId="77777777" w:rsidR="00F84ACB" w:rsidRPr="004361C6" w:rsidRDefault="00F84ACB" w:rsidP="00F84ACB">
      <w:pPr>
        <w:spacing w:line="360" w:lineRule="auto"/>
        <w:rPr>
          <w:rFonts w:ascii="Arial Narrow" w:hAnsi="Arial Narrow" w:cstheme="minorHAnsi"/>
          <w:sz w:val="22"/>
          <w:lang w:val="sk-SK"/>
        </w:rPr>
      </w:pPr>
      <w:r w:rsidRPr="004361C6">
        <w:rPr>
          <w:rFonts w:ascii="Arial Narrow" w:hAnsi="Arial Narrow" w:cstheme="minorHAnsi"/>
          <w:sz w:val="22"/>
          <w:lang w:val="sk-SK"/>
        </w:rPr>
        <w:t>* Nehodiace sa preškrtnúť</w:t>
      </w:r>
    </w:p>
    <w:p w14:paraId="1561D452" w14:textId="48B2444B" w:rsidR="00B00820" w:rsidRPr="004361C6" w:rsidRDefault="00B00820" w:rsidP="00B93080">
      <w:pPr>
        <w:spacing w:line="360" w:lineRule="auto"/>
        <w:rPr>
          <w:rFonts w:ascii="Arial Narrow" w:hAnsi="Arial Narrow" w:cstheme="minorHAnsi"/>
          <w:sz w:val="22"/>
          <w:lang w:val="sk-SK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4361C6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4361C6" w:rsidRDefault="00B00820" w:rsidP="007D0CE1">
            <w:pPr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4361C6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1AA95FCE" w14:textId="77777777" w:rsidR="007D0CE1" w:rsidRPr="004361C6" w:rsidRDefault="00B00820" w:rsidP="007D0CE1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Popisuje sa dôvod zmeny. Súčasťou zdôvodnenia je aj odkaz na osobitné prílohy 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oznámenia 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o zmen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e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, ktoré bližšie odôvodňujú vykonani</w:t>
            </w:r>
            <w:r w:rsidR="007D0CE1" w:rsidRPr="004361C6">
              <w:rPr>
                <w:rFonts w:ascii="Arial Narrow" w:hAnsi="Arial Narrow" w:cstheme="minorHAnsi"/>
                <w:sz w:val="22"/>
                <w:lang w:val="sk-SK"/>
              </w:rPr>
              <w:t>e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zmeny</w:t>
            </w:r>
            <w:r w:rsidR="009C009C" w:rsidRPr="004361C6">
              <w:rPr>
                <w:rFonts w:ascii="Arial Narrow" w:hAnsi="Arial Narrow" w:cstheme="minorHAnsi"/>
                <w:sz w:val="22"/>
                <w:lang w:val="sk-SK"/>
              </w:rPr>
              <w:t>.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</w:p>
          <w:p w14:paraId="6ECD2605" w14:textId="1D63ADA2" w:rsidR="00B00820" w:rsidRPr="004361C6" w:rsidRDefault="00B00820" w:rsidP="000D2C9B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Prijímateľ predovšetkým odôvodní vplyv zmeny na dosiahnutie stanovených cieľov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, účelu projektu, 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 merateľných ukazovateľov projektu (najmä tých</w:t>
            </w:r>
            <w:r w:rsidR="001F0D92" w:rsidRPr="004361C6">
              <w:rPr>
                <w:rFonts w:ascii="Arial Narrow" w:hAnsi="Arial Narrow" w:cstheme="minorHAnsi"/>
                <w:sz w:val="22"/>
                <w:lang w:val="sk-SK"/>
              </w:rPr>
              <w:t>,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ktoré boli kľúčové z hľadiska posudzovania 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PPP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, resp. hodnotenia projektu v konaní o Žo</w:t>
            </w:r>
            <w:r w:rsidR="000D2C9B" w:rsidRPr="004361C6">
              <w:rPr>
                <w:rFonts w:ascii="Arial Narrow" w:hAnsi="Arial Narrow" w:cstheme="minorHAnsi"/>
                <w:sz w:val="22"/>
                <w:lang w:val="sk-SK"/>
              </w:rPr>
              <w:t>NFP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).</w:t>
            </w:r>
          </w:p>
        </w:tc>
      </w:tr>
      <w:tr w:rsidR="00B00820" w:rsidRPr="004361C6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4361C6" w:rsidRDefault="00B00820" w:rsidP="003F09E3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</w:tbl>
    <w:p w14:paraId="1FB7EA30" w14:textId="77777777" w:rsidR="003F09E3" w:rsidRPr="004361C6" w:rsidRDefault="003F09E3" w:rsidP="003F09E3">
      <w:pPr>
        <w:rPr>
          <w:rFonts w:ascii="Arial Narrow" w:hAnsi="Arial Narrow" w:cstheme="minorHAnsi"/>
          <w:vanish/>
          <w:sz w:val="22"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4361C6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4361C6" w:rsidRDefault="00B00820" w:rsidP="003F09E3">
            <w:pPr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4361C6" w14:paraId="1754F494" w14:textId="77777777" w:rsidTr="003F09E3">
        <w:tc>
          <w:tcPr>
            <w:tcW w:w="9288" w:type="dxa"/>
            <w:shd w:val="clear" w:color="auto" w:fill="auto"/>
          </w:tcPr>
          <w:p w14:paraId="39267192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Cs/>
                <w:sz w:val="22"/>
                <w:lang w:val="sk-SK"/>
              </w:rPr>
              <w:t>Titul, meno a priezvisko</w:t>
            </w:r>
          </w:p>
          <w:p w14:paraId="12DFB719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Cs/>
                <w:sz w:val="22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665BF206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7060BD93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4A5591BC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Cs/>
                <w:sz w:val="22"/>
                <w:lang w:val="sk-SK"/>
              </w:rPr>
              <w:t>Podpis štatutárneho orgánu/zástupcu prijímateľa ....................................................................</w:t>
            </w:r>
          </w:p>
          <w:p w14:paraId="4FC4B156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2F091CFB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0BA98E6C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Cs/>
                <w:i/>
                <w:sz w:val="22"/>
                <w:lang w:val="sk-SK"/>
              </w:rPr>
              <w:t>Miesto podpisu</w:t>
            </w:r>
            <w:r w:rsidRPr="004361C6">
              <w:rPr>
                <w:rFonts w:ascii="Arial Narrow" w:hAnsi="Arial Narrow" w:cstheme="minorHAnsi"/>
                <w:bCs/>
                <w:sz w:val="22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05373AA8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</w:p>
          <w:p w14:paraId="3B628D1E" w14:textId="77777777" w:rsidR="0024024B" w:rsidRPr="004361C6" w:rsidRDefault="0024024B" w:rsidP="003F09E3">
            <w:pPr>
              <w:rPr>
                <w:rFonts w:ascii="Arial Narrow" w:hAnsi="Arial Narrow" w:cstheme="minorHAnsi"/>
                <w:bCs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Cs/>
                <w:sz w:val="22"/>
                <w:lang w:val="sk-SK"/>
              </w:rPr>
              <w:t>Dátum podpisu: ....................................................................</w:t>
            </w:r>
          </w:p>
          <w:p w14:paraId="4ECC869C" w14:textId="7CD877D5" w:rsidR="0024024B" w:rsidRPr="004361C6" w:rsidRDefault="004361C6" w:rsidP="004361C6">
            <w:pPr>
              <w:tabs>
                <w:tab w:val="left" w:pos="1728"/>
              </w:tabs>
              <w:rPr>
                <w:rFonts w:ascii="Arial Narrow" w:hAnsi="Arial Narrow" w:cstheme="minorHAnsi"/>
                <w:sz w:val="22"/>
                <w:lang w:val="sk-SK"/>
              </w:rPr>
            </w:pPr>
            <w:r>
              <w:rPr>
                <w:rFonts w:ascii="Arial Narrow" w:hAnsi="Arial Narrow" w:cstheme="minorHAnsi"/>
                <w:sz w:val="22"/>
                <w:lang w:val="sk-SK"/>
              </w:rPr>
              <w:tab/>
            </w:r>
          </w:p>
        </w:tc>
      </w:tr>
    </w:tbl>
    <w:p w14:paraId="31378671" w14:textId="77777777" w:rsidR="0024024B" w:rsidRPr="004361C6" w:rsidRDefault="0024024B" w:rsidP="0024024B">
      <w:pPr>
        <w:rPr>
          <w:rFonts w:ascii="Arial Narrow" w:hAnsi="Arial Narrow" w:cstheme="minorHAnsi"/>
          <w:sz w:val="22"/>
          <w:lang w:val="sk-SK"/>
        </w:rPr>
      </w:pPr>
    </w:p>
    <w:p w14:paraId="3A2D6B20" w14:textId="77777777" w:rsidR="0024024B" w:rsidRPr="004361C6" w:rsidRDefault="0024024B" w:rsidP="0024024B">
      <w:pPr>
        <w:rPr>
          <w:rFonts w:ascii="Arial Narrow" w:hAnsi="Arial Narrow" w:cstheme="minorHAnsi"/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4361C6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77777777" w:rsidR="0024024B" w:rsidRPr="004361C6" w:rsidRDefault="00B00820" w:rsidP="002B1321">
            <w:pPr>
              <w:ind w:left="180" w:hanging="180"/>
              <w:rPr>
                <w:rFonts w:ascii="Arial Narrow" w:hAnsi="Arial Narrow" w:cstheme="minorHAnsi"/>
                <w:b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4361C6">
              <w:rPr>
                <w:rFonts w:ascii="Arial Narrow" w:hAnsi="Arial Narrow" w:cstheme="minorHAnsi"/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4361C6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P.</w:t>
            </w:r>
            <w:r w:rsidR="009C009C" w:rsidRPr="004361C6">
              <w:rPr>
                <w:rFonts w:ascii="Arial Narrow" w:hAnsi="Arial Narrow" w:cstheme="minorHAnsi"/>
                <w:sz w:val="22"/>
                <w:lang w:val="sk-SK"/>
              </w:rPr>
              <w:t xml:space="preserve"> </w:t>
            </w:r>
            <w:r w:rsidRPr="004361C6">
              <w:rPr>
                <w:rFonts w:ascii="Arial Narrow" w:hAnsi="Arial Narrow" w:cstheme="minorHAnsi"/>
                <w:sz w:val="22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Názov prílohy</w:t>
            </w:r>
          </w:p>
        </w:tc>
      </w:tr>
      <w:tr w:rsidR="0024024B" w:rsidRPr="004361C6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  <w:tr w:rsidR="0024024B" w:rsidRPr="004361C6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4361C6" w:rsidRDefault="0024024B" w:rsidP="003F09E3">
            <w:pPr>
              <w:jc w:val="center"/>
              <w:rPr>
                <w:rFonts w:ascii="Arial Narrow" w:hAnsi="Arial Narrow" w:cstheme="minorHAnsi"/>
                <w:sz w:val="22"/>
                <w:lang w:val="sk-SK"/>
              </w:rPr>
            </w:pPr>
            <w:r w:rsidRPr="004361C6">
              <w:rPr>
                <w:rFonts w:ascii="Arial Narrow" w:hAnsi="Arial Narrow" w:cstheme="minorHAnsi"/>
                <w:sz w:val="22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4361C6" w:rsidRDefault="0024024B" w:rsidP="00E06C16">
            <w:pPr>
              <w:rPr>
                <w:rFonts w:ascii="Arial Narrow" w:hAnsi="Arial Narrow" w:cstheme="minorHAnsi"/>
                <w:sz w:val="22"/>
                <w:lang w:val="sk-SK"/>
              </w:rPr>
            </w:pPr>
          </w:p>
        </w:tc>
      </w:tr>
    </w:tbl>
    <w:p w14:paraId="01B0C697" w14:textId="77777777" w:rsidR="0024024B" w:rsidRPr="004361C6" w:rsidRDefault="0024024B" w:rsidP="0024024B">
      <w:pPr>
        <w:rPr>
          <w:rFonts w:ascii="Arial Narrow" w:hAnsi="Arial Narrow" w:cstheme="minorHAnsi"/>
          <w:sz w:val="22"/>
          <w:lang w:val="sk-SK"/>
        </w:rPr>
      </w:pPr>
    </w:p>
    <w:p w14:paraId="19D3AE5F" w14:textId="77777777" w:rsidR="00F84ACB" w:rsidRPr="004361C6" w:rsidRDefault="00F84ACB" w:rsidP="00FC6C93">
      <w:pPr>
        <w:rPr>
          <w:rFonts w:ascii="Arial Narrow" w:hAnsi="Arial Narrow" w:cstheme="minorHAnsi"/>
          <w:sz w:val="22"/>
          <w:lang w:val="sk-SK"/>
        </w:rPr>
      </w:pPr>
      <w:r w:rsidRPr="004361C6">
        <w:rPr>
          <w:rFonts w:ascii="Arial Narrow" w:hAnsi="Arial Narrow" w:cstheme="minorHAnsi"/>
          <w:sz w:val="22"/>
          <w:lang w:val="sk-SK"/>
        </w:rPr>
        <w:t>** Prijímateľ uvedie relevantné prílohy, ktoré prikladá k</w:t>
      </w:r>
      <w:r w:rsidR="00377BC3" w:rsidRPr="004361C6">
        <w:rPr>
          <w:rFonts w:ascii="Arial Narrow" w:hAnsi="Arial Narrow" w:cstheme="minorHAnsi"/>
          <w:sz w:val="22"/>
          <w:lang w:val="sk-SK"/>
        </w:rPr>
        <w:t> oznámeniu formálnej/menej významnej zmeny projektu</w:t>
      </w:r>
      <w:r w:rsidRPr="004361C6">
        <w:rPr>
          <w:rFonts w:ascii="Arial Narrow" w:hAnsi="Arial Narrow" w:cstheme="minorHAnsi"/>
          <w:sz w:val="22"/>
          <w:lang w:val="sk-SK"/>
        </w:rPr>
        <w:t>.</w:t>
      </w:r>
    </w:p>
    <w:sectPr w:rsidR="00F84ACB" w:rsidRPr="004361C6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F1694" w14:textId="77777777" w:rsidR="001A0CDF" w:rsidRDefault="001A0CDF">
      <w:r>
        <w:separator/>
      </w:r>
    </w:p>
  </w:endnote>
  <w:endnote w:type="continuationSeparator" w:id="0">
    <w:p w14:paraId="477C88F3" w14:textId="77777777" w:rsidR="001A0CDF" w:rsidRDefault="001A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6104E3E6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10D" w:rsidRPr="00CD410D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2F1FD" w14:textId="77777777" w:rsidR="001A0CDF" w:rsidRDefault="001A0CDF">
      <w:r>
        <w:separator/>
      </w:r>
    </w:p>
  </w:footnote>
  <w:footnote w:type="continuationSeparator" w:id="0">
    <w:p w14:paraId="1C43CBA3" w14:textId="77777777" w:rsidR="001A0CDF" w:rsidRDefault="001A0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094CFC9D" w:rsidR="001F0D92" w:rsidRPr="004361C6" w:rsidRDefault="006B4366" w:rsidP="006B4366">
    <w:pPr>
      <w:pStyle w:val="Hlavika"/>
      <w:tabs>
        <w:tab w:val="clear" w:pos="4536"/>
      </w:tabs>
      <w:jc w:val="center"/>
      <w:rPr>
        <w:rFonts w:ascii="Arial Narrow" w:hAnsi="Arial Narrow" w:cstheme="minorHAnsi"/>
        <w:lang w:val="sk-SK"/>
      </w:rPr>
    </w:pPr>
    <w:r>
      <w:rPr>
        <w:rFonts w:asciiTheme="minorHAnsi" w:hAnsiTheme="minorHAnsi" w:cstheme="minorHAnsi"/>
        <w:lang w:val="sk-SK"/>
      </w:rPr>
      <w:tab/>
    </w:r>
    <w:r w:rsidR="00EA179C" w:rsidRPr="00CD410D">
      <w:rPr>
        <w:rFonts w:ascii="Arial Narrow" w:hAnsi="Arial Narrow" w:cstheme="minorHAnsi"/>
        <w:lang w:val="sk-SK"/>
      </w:rPr>
      <w:t>Príloha č.</w:t>
    </w:r>
    <w:r w:rsidR="00CD410D" w:rsidRPr="00CD410D">
      <w:rPr>
        <w:rFonts w:ascii="Arial Narrow" w:hAnsi="Arial Narrow" w:cstheme="minorHAnsi"/>
        <w:lang w:val="sk-SK"/>
      </w:rPr>
      <w:t xml:space="preserve"> 2</w:t>
    </w:r>
    <w:r w:rsidR="00EA179C" w:rsidRPr="00CD410D">
      <w:rPr>
        <w:rFonts w:ascii="Arial Narrow" w:hAnsi="Arial Narrow" w:cstheme="minorHAnsi"/>
        <w:lang w:val="sk-SK"/>
      </w:rPr>
      <w:t xml:space="preserve"> </w:t>
    </w:r>
    <w:r w:rsidRPr="00CD410D">
      <w:rPr>
        <w:rFonts w:ascii="Arial Narrow" w:hAnsi="Arial Narrow" w:cstheme="minorHAnsi"/>
        <w:lang w:val="sk-SK"/>
      </w:rPr>
      <w:t xml:space="preserve">                              </w:t>
    </w:r>
  </w:p>
  <w:p w14:paraId="4A82F9E3" w14:textId="54B4D3FD" w:rsidR="001F0D92" w:rsidRPr="001F0D92" w:rsidRDefault="00EA179C" w:rsidP="00EA179C">
    <w:pPr>
      <w:pStyle w:val="Hlavika"/>
      <w:tabs>
        <w:tab w:val="left" w:pos="3231"/>
      </w:tabs>
      <w:rPr>
        <w:lang w:val="sk-SK"/>
      </w:rPr>
    </w:pPr>
    <w:r>
      <w:rPr>
        <w:lang w:val="sk-SK"/>
      </w:rPr>
      <w:tab/>
    </w:r>
    <w:r w:rsidRPr="0036353A">
      <w:rPr>
        <w:i/>
        <w:noProof/>
        <w:sz w:val="18"/>
        <w:szCs w:val="18"/>
        <w:lang w:val="sk-SK" w:eastAsia="sk-SK"/>
      </w:rPr>
      <w:drawing>
        <wp:anchor distT="0" distB="0" distL="114300" distR="114300" simplePos="0" relativeHeight="251658752" behindDoc="0" locked="0" layoutInCell="1" allowOverlap="1" wp14:anchorId="38357038" wp14:editId="7F1B80C9">
          <wp:simplePos x="0" y="0"/>
          <wp:positionH relativeFrom="column">
            <wp:posOffset>0</wp:posOffset>
          </wp:positionH>
          <wp:positionV relativeFrom="paragraph">
            <wp:posOffset>151130</wp:posOffset>
          </wp:positionV>
          <wp:extent cx="5752465" cy="459105"/>
          <wp:effectExtent l="0" t="0" r="635" b="0"/>
          <wp:wrapSquare wrapText="bothSides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45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122B0B"/>
    <w:rsid w:val="0015697B"/>
    <w:rsid w:val="001760B7"/>
    <w:rsid w:val="001A0CDF"/>
    <w:rsid w:val="001B0C24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3767"/>
    <w:rsid w:val="004178FD"/>
    <w:rsid w:val="0042277F"/>
    <w:rsid w:val="00425259"/>
    <w:rsid w:val="00426F34"/>
    <w:rsid w:val="004361C6"/>
    <w:rsid w:val="0044373D"/>
    <w:rsid w:val="004756A1"/>
    <w:rsid w:val="004911C9"/>
    <w:rsid w:val="00491EFA"/>
    <w:rsid w:val="004A11DB"/>
    <w:rsid w:val="004D1440"/>
    <w:rsid w:val="004F39FA"/>
    <w:rsid w:val="0052175D"/>
    <w:rsid w:val="005432D0"/>
    <w:rsid w:val="005513B5"/>
    <w:rsid w:val="00552087"/>
    <w:rsid w:val="00554E35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B4366"/>
    <w:rsid w:val="006C0872"/>
    <w:rsid w:val="006E7935"/>
    <w:rsid w:val="007164F3"/>
    <w:rsid w:val="007218E3"/>
    <w:rsid w:val="007436F0"/>
    <w:rsid w:val="00761757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23BA"/>
    <w:rsid w:val="009057CD"/>
    <w:rsid w:val="009140EA"/>
    <w:rsid w:val="009775A3"/>
    <w:rsid w:val="00996491"/>
    <w:rsid w:val="009A76C8"/>
    <w:rsid w:val="009B728C"/>
    <w:rsid w:val="009C009C"/>
    <w:rsid w:val="009C1FD9"/>
    <w:rsid w:val="009C249B"/>
    <w:rsid w:val="009F5F63"/>
    <w:rsid w:val="00A156CD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0ADA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458A6"/>
    <w:rsid w:val="00C51A89"/>
    <w:rsid w:val="00C7650A"/>
    <w:rsid w:val="00C77241"/>
    <w:rsid w:val="00C80C4A"/>
    <w:rsid w:val="00C8462F"/>
    <w:rsid w:val="00CA49BC"/>
    <w:rsid w:val="00CD410D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1DA0"/>
    <w:rsid w:val="00D94C6E"/>
    <w:rsid w:val="00E06C16"/>
    <w:rsid w:val="00E11F36"/>
    <w:rsid w:val="00E126A8"/>
    <w:rsid w:val="00E32726"/>
    <w:rsid w:val="00E6092D"/>
    <w:rsid w:val="00E7011E"/>
    <w:rsid w:val="00EA0924"/>
    <w:rsid w:val="00EA179C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  <w15:docId w15:val="{96E0D340-BE1C-4C9B-9CFD-4AEF536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11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Bielikova Eva</cp:lastModifiedBy>
  <cp:revision>14</cp:revision>
  <dcterms:created xsi:type="dcterms:W3CDTF">2018-04-17T15:26:00Z</dcterms:created>
  <dcterms:modified xsi:type="dcterms:W3CDTF">2024-09-30T08:40:00Z</dcterms:modified>
</cp:coreProperties>
</file>