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r w:rsidRPr="00357AA5">
        <w:rPr>
          <w:rFonts w:cstheme="minorHAnsi"/>
          <w:bCs/>
          <w:i/>
          <w:iCs/>
          <w:sz w:val="32"/>
        </w:rPr>
        <w:t>Príloha č. 2 Príručky – vzor:</w:t>
      </w:r>
    </w:p>
    <w:p w:rsidR="00890349" w:rsidRPr="000609B7" w:rsidRDefault="00890349" w:rsidP="00890349">
      <w:pPr>
        <w:spacing w:before="240" w:after="240" w:line="240" w:lineRule="auto"/>
        <w:jc w:val="center"/>
        <w:rPr>
          <w:rFonts w:cstheme="minorHAnsi"/>
          <w:b/>
          <w:sz w:val="24"/>
          <w:szCs w:val="24"/>
        </w:rPr>
      </w:pPr>
      <w:bookmarkStart w:id="0" w:name="_Príloha_č._5"/>
      <w:bookmarkStart w:id="1" w:name="_Príloha_č._5:"/>
      <w:bookmarkStart w:id="2" w:name="_Príloha_č._5a:"/>
      <w:bookmarkEnd w:id="0"/>
      <w:bookmarkEnd w:id="1"/>
      <w:bookmarkEnd w:id="2"/>
      <w:r w:rsidRPr="000609B7">
        <w:rPr>
          <w:rFonts w:cstheme="minorHAnsi"/>
          <w:b/>
          <w:sz w:val="24"/>
          <w:szCs w:val="24"/>
        </w:rPr>
        <w:t>Záznam z prieskum trhu</w:t>
      </w:r>
      <w:r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line="360" w:lineRule="auto"/>
        <w:ind w:left="284" w:hanging="284"/>
        <w:rPr>
          <w:rFonts w:cstheme="minorHAnsi"/>
        </w:rPr>
      </w:pPr>
      <w:r w:rsidRPr="000609B7">
        <w:rPr>
          <w:rFonts w:cstheme="minorHAnsi"/>
        </w:rPr>
        <w:t xml:space="preserve">Názov prijímateľa: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 xml:space="preserve">Názov zákazky:                         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 xml:space="preserve">.......................................................................... 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Predmet zákazky</w:t>
      </w:r>
      <w:r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7639CD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>
        <w:rPr>
          <w:rFonts w:cstheme="minorHAnsi"/>
        </w:rPr>
        <w:t>Druh zákazky</w:t>
      </w:r>
      <w:r w:rsidR="00890349" w:rsidRPr="000609B7">
        <w:rPr>
          <w:rFonts w:cstheme="minorHAnsi"/>
        </w:rPr>
        <w:t>:</w:t>
      </w:r>
      <w:r w:rsidR="00890349" w:rsidRPr="000609B7">
        <w:rPr>
          <w:rFonts w:cstheme="minorHAnsi"/>
        </w:rPr>
        <w:tab/>
      </w:r>
      <w:r w:rsidR="00890349" w:rsidRPr="000609B7">
        <w:rPr>
          <w:rFonts w:cstheme="minorHAnsi"/>
        </w:rPr>
        <w:tab/>
      </w:r>
      <w:r w:rsidR="00890349" w:rsidRPr="000609B7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služba</w:t>
      </w:r>
      <w:r w:rsidR="00890349" w:rsidRPr="000609B7">
        <w:rPr>
          <w:rFonts w:cstheme="minorHAnsi"/>
        </w:rPr>
        <w:t>.</w:t>
      </w:r>
      <w:r>
        <w:rPr>
          <w:rFonts w:cstheme="minorHAnsi"/>
        </w:rPr>
        <w:t>.</w:t>
      </w:r>
      <w:r w:rsidR="00890349" w:rsidRPr="000609B7">
        <w:rPr>
          <w:rFonts w:cstheme="minorHAnsi"/>
        </w:rPr>
        <w:t>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Názov projektu a kód: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Spôsob vykonania prieskumu trhu</w:t>
      </w:r>
      <w:r w:rsidRPr="000609B7">
        <w:rPr>
          <w:rStyle w:val="Odkaznapoznmkupodiarou"/>
          <w:rFonts w:cstheme="minorHAnsi"/>
        </w:rPr>
        <w:footnoteReference w:id="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="007639CD">
        <w:rPr>
          <w:rFonts w:cstheme="minorHAnsi"/>
        </w:rPr>
        <w:tab/>
      </w:r>
      <w:r w:rsidRPr="000609B7">
        <w:rPr>
          <w:rFonts w:cstheme="minorHAnsi"/>
        </w:rPr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Kritérium/kritériá na vyhodnocovanie ponúk</w:t>
      </w:r>
      <w:r w:rsidRPr="000609B7">
        <w:rPr>
          <w:rStyle w:val="Odkaznapoznmkupodiarou"/>
          <w:rFonts w:cstheme="minorHAnsi"/>
        </w:rPr>
        <w:footnoteReference w:id="4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  <w:t>.........................................................................</w:t>
      </w:r>
    </w:p>
    <w:p w:rsidR="00890349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>
        <w:rPr>
          <w:rFonts w:cstheme="minorHAnsi"/>
        </w:rPr>
        <w:t>Podrobný popis predmetu zákazky</w:t>
      </w:r>
      <w:r>
        <w:rPr>
          <w:rStyle w:val="Odkaznapoznmkupodiarou"/>
          <w:rFonts w:cstheme="minorHAnsi"/>
        </w:rPr>
        <w:footnoteReference w:id="5"/>
      </w:r>
      <w:r>
        <w:rPr>
          <w:rFonts w:cstheme="minorHAnsi"/>
        </w:rPr>
        <w:t>:</w:t>
      </w:r>
    </w:p>
    <w:p w:rsidR="00890349" w:rsidRDefault="00890349" w:rsidP="00890349">
      <w:pPr>
        <w:pStyle w:val="Odsekzoznamu"/>
        <w:tabs>
          <w:tab w:val="left" w:pos="284"/>
        </w:tabs>
        <w:spacing w:line="360" w:lineRule="auto"/>
        <w:ind w:left="360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Identifikovanie podkladov, na základe ktorých bol prieskum vykonaný</w:t>
      </w:r>
      <w:r w:rsidRPr="000609B7">
        <w:rPr>
          <w:rStyle w:val="Odkaznapoznmkupodiarou"/>
          <w:rFonts w:cstheme="minorHAnsi"/>
        </w:rPr>
        <w:footnoteReference w:id="6"/>
      </w:r>
      <w:r w:rsidRPr="000609B7">
        <w:rPr>
          <w:rFonts w:cstheme="minorHAnsi"/>
        </w:rPr>
        <w:t>:</w:t>
      </w: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oslovených dodávateľov</w:t>
      </w:r>
      <w:r w:rsidRPr="000609B7">
        <w:rPr>
          <w:rStyle w:val="Odkaznapoznmkupodiarou"/>
          <w:rFonts w:cstheme="minorHAnsi"/>
        </w:rPr>
        <w:footnoteReference w:id="7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417"/>
        <w:gridCol w:w="1701"/>
        <w:gridCol w:w="1843"/>
        <w:gridCol w:w="1134"/>
      </w:tblGrid>
      <w:tr w:rsidR="00890349" w:rsidRPr="00357AA5" w:rsidTr="00B95FF2"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dodávateľa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Dátum oslovenia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Spôsob oslovenia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Oprávnenie dodávať predmet zákazky </w:t>
            </w:r>
            <w:r w:rsidRPr="000609B7">
              <w:rPr>
                <w:rFonts w:cstheme="minorHAnsi"/>
                <w:sz w:val="21"/>
                <w:szCs w:val="21"/>
              </w:rPr>
              <w:t>(áno/nie)</w:t>
            </w:r>
          </w:p>
        </w:tc>
        <w:tc>
          <w:tcPr>
            <w:tcW w:w="1843" w:type="dxa"/>
            <w:shd w:val="clear" w:color="auto" w:fill="F2F2F2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Kde bolo overené oprávnenie dodávať predmet zákazky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8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Prijatá ponuka: </w:t>
            </w:r>
            <w:r w:rsidRPr="000609B7">
              <w:rPr>
                <w:rFonts w:cstheme="minorHAnsi"/>
                <w:sz w:val="21"/>
                <w:szCs w:val="21"/>
              </w:rPr>
              <w:t>áno/nie</w:t>
            </w: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Default="00890349" w:rsidP="00890349">
      <w:pPr>
        <w:pStyle w:val="Textkomentra"/>
      </w:pPr>
      <w:r>
        <w:t>Pozn. V</w:t>
      </w:r>
      <w:r w:rsidRPr="00D87333">
        <w:t xml:space="preserve"> prípade oslovených potenciálnych dodávateľov </w:t>
      </w:r>
      <w:r>
        <w:t>prijímateľ uvedie</w:t>
      </w:r>
      <w:r w:rsidRPr="00D87333">
        <w:t xml:space="preserve"> aj skutočnosti, na základe ktorých oslovil práve vybraných potenciálnych dodávateľov, napr. odkaz na verejne dostupné zdroje, z ktorých vyplýva, že predmetní potenciálni dodávatelia podnikajú v predmete zákazky, resp. akékoľvek iné skutočnosti, či informácie, resp. predchádzajúcu skúsenosť, </w:t>
      </w:r>
      <w:r>
        <w:t>na základe ktorých p</w:t>
      </w:r>
      <w:r w:rsidRPr="00D87333">
        <w:t>rijímateľ oslovil práve predmetných potenciálnych dodávateľov so žiadosťou o predloženie ponuky.</w:t>
      </w:r>
    </w:p>
    <w:p w:rsidR="00FE1695" w:rsidRDefault="00FE1695" w:rsidP="00890349">
      <w:pPr>
        <w:pStyle w:val="Textkomentra"/>
      </w:pPr>
    </w:p>
    <w:p w:rsidR="00FE1695" w:rsidRDefault="00FE1695" w:rsidP="00890349">
      <w:pPr>
        <w:pStyle w:val="Textkomentra"/>
      </w:pPr>
    </w:p>
    <w:p w:rsidR="00FE1695" w:rsidRDefault="00FE1695" w:rsidP="00890349">
      <w:pPr>
        <w:pStyle w:val="Textkomentra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lastRenderedPageBreak/>
        <w:t>zoznam predložených ponúk</w:t>
      </w:r>
      <w:r w:rsidRPr="000609B7">
        <w:rPr>
          <w:rStyle w:val="Odkaznapoznmkupodiarou"/>
          <w:rFonts w:cstheme="minorHAnsi"/>
        </w:rPr>
        <w:footnoteReference w:id="9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701"/>
        <w:gridCol w:w="1843"/>
      </w:tblGrid>
      <w:tr w:rsidR="00890349" w:rsidRPr="00357AA5" w:rsidTr="00B95FF2">
        <w:tc>
          <w:tcPr>
            <w:tcW w:w="2552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Dátum a čas predloženia/ </w:t>
            </w:r>
            <w:r>
              <w:rPr>
                <w:rFonts w:cstheme="minorHAnsi"/>
                <w:b/>
                <w:sz w:val="21"/>
                <w:szCs w:val="21"/>
              </w:rPr>
              <w:t xml:space="preserve">dátum </w:t>
            </w:r>
            <w:r w:rsidRPr="000609B7">
              <w:rPr>
                <w:rFonts w:cstheme="minorHAnsi"/>
                <w:b/>
                <w:sz w:val="21"/>
                <w:szCs w:val="21"/>
              </w:rPr>
              <w:t>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ind w:right="-10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Návrh na plnenie kritéria</w:t>
            </w:r>
            <w:r w:rsidRPr="000609B7">
              <w:rPr>
                <w:rFonts w:cstheme="minorHAnsi"/>
                <w:sz w:val="21"/>
                <w:szCs w:val="21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Vyhodnotenie splnenia podmienok</w:t>
            </w:r>
            <w:r w:rsidRPr="000609B7"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11"/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identifikovaných cenníkov/zmlúv/plnení</w:t>
      </w:r>
      <w:r w:rsidRPr="000609B7">
        <w:rPr>
          <w:rStyle w:val="Odkaznapoznmkupodiarou"/>
          <w:rFonts w:cstheme="minorHAnsi"/>
        </w:rPr>
        <w:footnoteReference w:id="12"/>
      </w:r>
      <w:r w:rsidRPr="000609B7">
        <w:rPr>
          <w:rFonts w:cstheme="minorHAnsi"/>
        </w:rPr>
        <w:t>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2091"/>
        <w:gridCol w:w="2481"/>
        <w:gridCol w:w="1701"/>
      </w:tblGrid>
      <w:tr w:rsidR="00890349" w:rsidRPr="00357AA5" w:rsidTr="00B95FF2">
        <w:tc>
          <w:tcPr>
            <w:tcW w:w="2799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Odkaz na webovú stránku </w:t>
            </w:r>
          </w:p>
          <w:p w:rsidR="00890349" w:rsidRPr="000609B7" w:rsidRDefault="00890349" w:rsidP="00B95FF2">
            <w:pPr>
              <w:spacing w:after="0" w:line="240" w:lineRule="auto"/>
              <w:ind w:hanging="133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sz w:val="21"/>
                <w:szCs w:val="21"/>
              </w:rPr>
              <w:t>(ak relevantné)</w:t>
            </w:r>
          </w:p>
        </w:tc>
        <w:tc>
          <w:tcPr>
            <w:tcW w:w="248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Identifikovaná suma/hodnota kritéria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vylúčených uchádzačov a dôvod ich vylúčenia: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Identifikácia úspešného uchádzača: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s 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bez 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Spôsob vzniku záväzku</w:t>
      </w:r>
      <w:r w:rsidRPr="000609B7">
        <w:rPr>
          <w:rStyle w:val="Odkaznapoznmkupodiarou"/>
          <w:rFonts w:cstheme="minorHAnsi"/>
        </w:rPr>
        <w:footnoteReference w:id="1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Podmienky realizácie zmluvy</w:t>
      </w:r>
      <w:r w:rsidRPr="000609B7">
        <w:rPr>
          <w:rStyle w:val="Odkaznapoznmkupodiarou"/>
          <w:rFonts w:cstheme="minorHAnsi"/>
        </w:rPr>
        <w:footnoteReference w:id="14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Miesto a dátum vykonania prieskumu: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Meno, funkcia, dátum a podpis zodpovednej osoby/osôb: 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spacing w:before="120" w:after="120" w:line="240" w:lineRule="auto"/>
        <w:ind w:left="357"/>
        <w:contextualSpacing w:val="0"/>
        <w:rPr>
          <w:rFonts w:cstheme="minorHAnsi"/>
        </w:rPr>
      </w:pPr>
    </w:p>
    <w:p w:rsidR="00890349" w:rsidRPr="00FE1695" w:rsidRDefault="00890349" w:rsidP="00FE1695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FE1695">
        <w:rPr>
          <w:rFonts w:cstheme="minorHAnsi"/>
        </w:rPr>
        <w:t>Prílohy</w:t>
      </w:r>
      <w:r w:rsidRPr="000609B7">
        <w:rPr>
          <w:rStyle w:val="Odkaznapoznmkupodiarou"/>
          <w:rFonts w:cstheme="minorHAnsi"/>
        </w:rPr>
        <w:footnoteReference w:id="15"/>
      </w:r>
      <w:r w:rsidRPr="00FE1695">
        <w:rPr>
          <w:rFonts w:cstheme="minorHAnsi"/>
        </w:rPr>
        <w:t xml:space="preserve">: </w:t>
      </w:r>
    </w:p>
    <w:p w:rsidR="00890349" w:rsidRPr="00357AA5" w:rsidRDefault="00890349" w:rsidP="00890349">
      <w:pPr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sectPr w:rsidR="00890349" w:rsidRPr="00357AA5" w:rsidSect="004B0B6B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F78" w:rsidRDefault="00F46F78" w:rsidP="00853C94">
      <w:pPr>
        <w:spacing w:after="0" w:line="240" w:lineRule="auto"/>
      </w:pPr>
      <w:r>
        <w:separator/>
      </w:r>
    </w:p>
  </w:endnote>
  <w:endnote w:type="continuationSeparator" w:id="0">
    <w:p w:rsidR="00F46F78" w:rsidRDefault="00F46F78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9CD">
          <w:rPr>
            <w:noProof/>
          </w:rPr>
          <w:t>1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F78" w:rsidRDefault="00F46F78" w:rsidP="00853C94">
      <w:pPr>
        <w:spacing w:after="0" w:line="240" w:lineRule="auto"/>
      </w:pPr>
      <w:r>
        <w:separator/>
      </w:r>
    </w:p>
  </w:footnote>
  <w:footnote w:type="continuationSeparator" w:id="0">
    <w:p w:rsidR="00F46F78" w:rsidRDefault="00F46F78" w:rsidP="00853C94">
      <w:pPr>
        <w:spacing w:after="0" w:line="240" w:lineRule="auto"/>
      </w:pPr>
      <w:r>
        <w:continuationSeparator/>
      </w:r>
    </w:p>
  </w:footnote>
  <w:footnote w:id="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Aplikovateľný pre procesy obstarávania (t.j. pre osoby, ktoré nie sú verejnými obstarávateľmi ani obstarávateľmi)</w:t>
      </w:r>
      <w:r w:rsidR="007639CD">
        <w:t>.</w:t>
      </w:r>
    </w:p>
  </w:footnote>
  <w:footnote w:id="2">
    <w:p w:rsidR="00890349" w:rsidRPr="000C75C2" w:rsidRDefault="00890349" w:rsidP="00890349">
      <w:pPr>
        <w:pStyle w:val="Textpoznmkypodiarou"/>
      </w:pPr>
      <w:r w:rsidRPr="007639CD">
        <w:rPr>
          <w:vertAlign w:val="superscript"/>
        </w:rPr>
        <w:footnoteRef/>
      </w:r>
      <w:r w:rsidRPr="000C75C2">
        <w:t xml:space="preserve"> </w:t>
      </w:r>
      <w:r w:rsidRPr="000C75C2">
        <w:t>V prípade internetového prieskumu sa vyžaduje uviesť celý opis predmetu zákazky. Môže tvoriť aj prílohu tohto záznamu</w:t>
      </w:r>
      <w:r w:rsidR="007639CD">
        <w:t>.</w:t>
      </w:r>
    </w:p>
  </w:footnote>
  <w:footnote w:id="3">
    <w:p w:rsidR="00890349" w:rsidRPr="000C75C2" w:rsidRDefault="00890349" w:rsidP="00890349">
      <w:pPr>
        <w:pStyle w:val="Textpoznmkypodiarou"/>
        <w:tabs>
          <w:tab w:val="left" w:pos="1276"/>
        </w:tabs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Uviesť aký: </w:t>
      </w:r>
      <w:r w:rsidRPr="000C75C2">
        <w:tab/>
        <w:t>a) oslovenie dodávateľov a následného predloženia cien alebo ponúk,</w:t>
      </w:r>
    </w:p>
    <w:p w:rsidR="00890349" w:rsidRPr="000C75C2" w:rsidRDefault="00890349" w:rsidP="00890349">
      <w:pPr>
        <w:pStyle w:val="Textpoznmkypodiarou"/>
        <w:ind w:left="1560" w:hanging="284"/>
      </w:pPr>
      <w:r w:rsidRPr="000C75C2">
        <w:t xml:space="preserve">b) na základe internetového prieskumu cez cenníky, katalógy a iné zdroje s možnou identifikáciou hodnoty </w:t>
      </w:r>
      <w:r w:rsidRPr="000C75C2">
        <w:t>služby</w:t>
      </w:r>
      <w:r w:rsidR="007639CD">
        <w:t>.</w:t>
      </w:r>
      <w:bookmarkStart w:id="3" w:name="_GoBack"/>
      <w:bookmarkEnd w:id="3"/>
    </w:p>
  </w:footnote>
  <w:footnote w:id="4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Napr. najnižšia cena, pričom je potrebné uviesť, či kritériom je cena s DPH alebo bez DPH.</w:t>
      </w:r>
    </w:p>
  </w:footnote>
  <w:footnote w:id="5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Podrobný popis predmetu zákazky sa uvedie napr. v prípadoch, ak bol výber dodávateľa realizovaný internetovým prieskumom, kedy sa nezasiela výzva na predkladanie ponúk. Podrobný opis obsahuje </w:t>
      </w:r>
      <w:r w:rsidRPr="000C75C2">
        <w:rPr>
          <w:bCs/>
        </w:rPr>
        <w:t>presnú špecifikáciu tovaru alebo poskytovaných služieb, parametrov tovaru/poskytovaných služieb, ich rozsah, vlastnosti, trvanie, kvalitu atď.</w:t>
      </w:r>
    </w:p>
  </w:footnote>
  <w:footnote w:id="6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Vybrať z voľby a), b), c), d) alebo ich kombináciu podľa spôsobu vykonania prieskumu.</w:t>
      </w:r>
    </w:p>
  </w:footnote>
  <w:footnote w:id="7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Vyžadujú sa minimálne dvaja oslovení dodávatelia.</w:t>
      </w:r>
    </w:p>
  </w:footnote>
  <w:footnote w:id="8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Napr. Obchodný register, Živnostenský register.</w:t>
      </w:r>
    </w:p>
  </w:footnote>
  <w:footnote w:id="9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Vrátane identifikácie uchádzačov, ktorí ponuku predložili. </w:t>
      </w:r>
    </w:p>
  </w:footnote>
  <w:footnote w:id="10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Kritéria na vyhodnotenie ponúk - napr. suma ponuky v EUR vrátane informácie, či je suma s DPH alebo bez DPH.</w:t>
      </w:r>
    </w:p>
  </w:footnote>
  <w:footnote w:id="1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Uviesť podmienky, ak boli stanovené (napr. podmienky účasti alebo iné predkontraktačné podmienky, požiadavky na predmet zákazky, podmienka oprávnenia dodávať predmet zákazky - pozn. uviesť spôsob overenia napr. </w:t>
      </w:r>
      <w:r w:rsidRPr="000C75C2">
        <w:t>ORSR</w:t>
      </w:r>
      <w:r w:rsidR="007639CD">
        <w:t>)</w:t>
      </w:r>
      <w:r w:rsidRPr="000C75C2">
        <w:t xml:space="preserve">. </w:t>
      </w:r>
    </w:p>
  </w:footnote>
  <w:footnote w:id="12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Vyžadujú sa minimálne tri identifikované zdroje.</w:t>
      </w:r>
    </w:p>
  </w:footnote>
  <w:footnote w:id="13">
    <w:p w:rsidR="00890349" w:rsidRPr="000C75C2" w:rsidRDefault="00890349" w:rsidP="00890349">
      <w:pPr>
        <w:pStyle w:val="Textpoznmkypodiarou"/>
      </w:pPr>
      <w:r w:rsidRPr="007639CD">
        <w:rPr>
          <w:vertAlign w:val="superscript"/>
        </w:rPr>
        <w:footnoteRef/>
      </w:r>
      <w:r w:rsidRPr="000C75C2">
        <w:t xml:space="preserve"> </w:t>
      </w:r>
      <w:r w:rsidRPr="000C75C2">
        <w:t>Napr. zmluva o dielo, zmluva o poskytnutí služieb, objednávka.</w:t>
      </w:r>
    </w:p>
  </w:footnote>
  <w:footnote w:id="14">
    <w:p w:rsidR="00890349" w:rsidRPr="000C75C2" w:rsidRDefault="00890349" w:rsidP="00890349">
      <w:pPr>
        <w:pStyle w:val="Textpoznmkypodiarou"/>
      </w:pPr>
      <w:r w:rsidRPr="007639CD">
        <w:rPr>
          <w:vertAlign w:val="superscript"/>
        </w:rPr>
        <w:footnoteRef/>
      </w:r>
      <w:r w:rsidRPr="000C75C2">
        <w:t xml:space="preserve"> </w:t>
      </w:r>
      <w:r w:rsidRPr="000C75C2">
        <w:t>Uviesť minimálne v rozsahu: lehota plnenia a miesto realizácie.</w:t>
      </w:r>
    </w:p>
  </w:footnote>
  <w:footnote w:id="15">
    <w:p w:rsidR="00890349" w:rsidRPr="00890510" w:rsidRDefault="00890349" w:rsidP="00890349">
      <w:pPr>
        <w:pStyle w:val="Textpoznmkypodiarou"/>
        <w:rPr>
          <w:sz w:val="18"/>
          <w:szCs w:val="18"/>
        </w:rPr>
      </w:pPr>
      <w:r w:rsidRPr="000C75C2">
        <w:rPr>
          <w:rStyle w:val="Odkaznapoznmkupodiarou"/>
        </w:rPr>
        <w:footnoteRef/>
      </w:r>
      <w:r w:rsidRPr="000C75C2">
        <w:t xml:space="preserve"> Uviesť a priložiť všetky prílohy / dokumenty vzťahujúce k zadávaniu zákazky / vykonania prieskumu trhu.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4703AF"/>
    <w:rsid w:val="004B0B6B"/>
    <w:rsid w:val="007639CD"/>
    <w:rsid w:val="00853C94"/>
    <w:rsid w:val="00890349"/>
    <w:rsid w:val="00991197"/>
    <w:rsid w:val="00C225A3"/>
    <w:rsid w:val="00DA3358"/>
    <w:rsid w:val="00F46F78"/>
    <w:rsid w:val="00F86969"/>
    <w:rsid w:val="00FE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A070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420</Words>
  <Characters>2395</Characters>
  <Application>Microsoft Office Word</Application>
  <DocSecurity>0</DocSecurity>
  <Lines>19</Lines>
  <Paragraphs>5</Paragraphs>
  <ScaleCrop>false</ScaleCrop>
  <Company>Ministerstvo hospodárstva Slovenskej republiky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Cipka Peter</cp:lastModifiedBy>
  <cp:revision>6</cp:revision>
  <dcterms:created xsi:type="dcterms:W3CDTF">2023-03-07T13:30:00Z</dcterms:created>
  <dcterms:modified xsi:type="dcterms:W3CDTF">2023-08-18T12:55:00Z</dcterms:modified>
</cp:coreProperties>
</file>